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34B52" w14:textId="77777777" w:rsidR="00102A48" w:rsidRPr="00A06D5A" w:rsidRDefault="00102A48" w:rsidP="00803C61">
      <w:pPr>
        <w:pStyle w:val="a3"/>
        <w:jc w:val="right"/>
        <w:rPr>
          <w:rFonts w:ascii="ＭＳ 明朝" w:hAnsi="ＭＳ 明朝"/>
          <w:sz w:val="22"/>
          <w:szCs w:val="22"/>
          <w:bdr w:val="single" w:sz="4" w:space="0" w:color="auto"/>
        </w:rPr>
      </w:pPr>
      <w:bookmarkStart w:id="0" w:name="_GoBack"/>
      <w:bookmarkEnd w:id="0"/>
      <w:r w:rsidRPr="00A06D5A">
        <w:rPr>
          <w:rFonts w:ascii="ＭＳ 明朝" w:hAnsi="ＭＳ 明朝" w:hint="eastAsia"/>
          <w:sz w:val="22"/>
          <w:szCs w:val="22"/>
        </w:rPr>
        <w:t xml:space="preserve">　　</w:t>
      </w:r>
      <w:r w:rsidRPr="00A06D5A">
        <w:rPr>
          <w:rFonts w:ascii="ＭＳ 明朝" w:hAnsi="ＭＳ 明朝" w:hint="eastAsia"/>
          <w:sz w:val="22"/>
          <w:szCs w:val="22"/>
          <w:bdr w:val="single" w:sz="4" w:space="0" w:color="auto"/>
        </w:rPr>
        <w:t xml:space="preserve">受付番号　　　　　　</w:t>
      </w:r>
    </w:p>
    <w:p w14:paraId="1EBD4E2D" w14:textId="77777777" w:rsidR="00592878" w:rsidRPr="00A06D5A" w:rsidRDefault="00592878" w:rsidP="00592878">
      <w:pPr>
        <w:pStyle w:val="a3"/>
        <w:spacing w:line="352" w:lineRule="exact"/>
        <w:jc w:val="center"/>
        <w:rPr>
          <w:rFonts w:ascii="ＭＳ 明朝" w:hAnsi="ＭＳ 明朝" w:hint="eastAsia"/>
          <w:sz w:val="22"/>
          <w:szCs w:val="22"/>
        </w:rPr>
      </w:pPr>
    </w:p>
    <w:p w14:paraId="5F6CCF77" w14:textId="77777777" w:rsidR="00FE5CCB" w:rsidRDefault="004E4D9E" w:rsidP="00A06D5A">
      <w:pPr>
        <w:pStyle w:val="a3"/>
        <w:spacing w:line="352" w:lineRule="exact"/>
        <w:jc w:val="center"/>
        <w:rPr>
          <w:rFonts w:ascii="ＭＳ 明朝" w:hAnsi="ＭＳ 明朝" w:hint="eastAsia"/>
          <w:sz w:val="22"/>
          <w:szCs w:val="22"/>
        </w:rPr>
      </w:pPr>
      <w:r w:rsidRPr="00A06D5A">
        <w:rPr>
          <w:rFonts w:ascii="ＭＳ 明朝" w:hAnsi="ＭＳ 明朝" w:hint="eastAsia"/>
          <w:sz w:val="22"/>
          <w:szCs w:val="22"/>
        </w:rPr>
        <w:t>平成</w:t>
      </w:r>
      <w:r w:rsidR="0025139D">
        <w:rPr>
          <w:rFonts w:ascii="ＭＳ 明朝" w:hAnsi="ＭＳ 明朝" w:hint="eastAsia"/>
          <w:sz w:val="22"/>
          <w:szCs w:val="22"/>
        </w:rPr>
        <w:t>31</w:t>
      </w:r>
      <w:r w:rsidRPr="00A06D5A">
        <w:rPr>
          <w:rFonts w:ascii="ＭＳ 明朝" w:hAnsi="ＭＳ 明朝" w:hint="eastAsia"/>
          <w:sz w:val="22"/>
          <w:szCs w:val="22"/>
        </w:rPr>
        <w:t xml:space="preserve">年度　</w:t>
      </w:r>
      <w:r w:rsidR="005A0CF3">
        <w:rPr>
          <w:rFonts w:ascii="ＭＳ 明朝" w:hAnsi="ＭＳ 明朝" w:hint="eastAsia"/>
          <w:sz w:val="22"/>
          <w:szCs w:val="22"/>
        </w:rPr>
        <w:t>教育</w:t>
      </w:r>
      <w:r w:rsidR="003D600F" w:rsidRPr="00A06D5A">
        <w:rPr>
          <w:rFonts w:ascii="ＭＳ 明朝" w:hAnsi="ＭＳ 明朝" w:hint="eastAsia"/>
          <w:sz w:val="22"/>
          <w:szCs w:val="22"/>
        </w:rPr>
        <w:t>旅行推進強化事業</w:t>
      </w:r>
    </w:p>
    <w:p w14:paraId="6C5FEE21" w14:textId="77777777" w:rsidR="00FC30F0" w:rsidRDefault="00BE37F1" w:rsidP="00592878">
      <w:pPr>
        <w:pStyle w:val="a3"/>
        <w:spacing w:line="352" w:lineRule="exact"/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修学旅行ナビ等</w:t>
      </w:r>
      <w:r w:rsidR="003D600F" w:rsidRPr="00A06D5A">
        <w:rPr>
          <w:rFonts w:ascii="ＭＳ 明朝" w:hAnsi="ＭＳ 明朝" w:hint="eastAsia"/>
          <w:sz w:val="22"/>
          <w:szCs w:val="22"/>
        </w:rPr>
        <w:t>沖縄修学旅行事前学習</w:t>
      </w:r>
      <w:r w:rsidR="004C198B">
        <w:rPr>
          <w:rFonts w:ascii="ＭＳ 明朝" w:hAnsi="ＭＳ 明朝" w:hint="eastAsia"/>
          <w:sz w:val="22"/>
          <w:szCs w:val="22"/>
        </w:rPr>
        <w:t>用</w:t>
      </w:r>
      <w:r w:rsidR="003D600F" w:rsidRPr="00A06D5A">
        <w:rPr>
          <w:rFonts w:ascii="ＭＳ 明朝" w:hAnsi="ＭＳ 明朝" w:hint="eastAsia"/>
          <w:sz w:val="22"/>
          <w:szCs w:val="22"/>
        </w:rPr>
        <w:t>資料</w:t>
      </w:r>
      <w:r w:rsidR="00A969B6">
        <w:rPr>
          <w:rFonts w:ascii="ＭＳ 明朝" w:hAnsi="ＭＳ 明朝" w:hint="eastAsia"/>
          <w:sz w:val="22"/>
          <w:szCs w:val="22"/>
        </w:rPr>
        <w:t>の</w:t>
      </w:r>
      <w:r w:rsidR="004C198B">
        <w:rPr>
          <w:rFonts w:ascii="ＭＳ 明朝" w:hAnsi="ＭＳ 明朝" w:hint="eastAsia"/>
          <w:sz w:val="22"/>
          <w:szCs w:val="22"/>
        </w:rPr>
        <w:t>一部修正及び</w:t>
      </w:r>
      <w:r w:rsidR="003D600F" w:rsidRPr="00A06D5A">
        <w:rPr>
          <w:rFonts w:ascii="ＭＳ 明朝" w:hAnsi="ＭＳ 明朝" w:hint="eastAsia"/>
          <w:sz w:val="22"/>
          <w:szCs w:val="22"/>
        </w:rPr>
        <w:t>増刷</w:t>
      </w:r>
      <w:r w:rsidR="004C198B">
        <w:rPr>
          <w:rFonts w:ascii="ＭＳ 明朝" w:hAnsi="ＭＳ 明朝" w:hint="eastAsia"/>
          <w:sz w:val="22"/>
          <w:szCs w:val="22"/>
        </w:rPr>
        <w:t>業務</w:t>
      </w:r>
    </w:p>
    <w:p w14:paraId="373F6964" w14:textId="77777777" w:rsidR="00FC30F0" w:rsidRDefault="00FC30F0" w:rsidP="00592878">
      <w:pPr>
        <w:pStyle w:val="a3"/>
        <w:spacing w:line="352" w:lineRule="exact"/>
        <w:jc w:val="center"/>
        <w:rPr>
          <w:rFonts w:ascii="ＭＳ 明朝" w:hAnsi="ＭＳ 明朝" w:hint="eastAsia"/>
          <w:sz w:val="22"/>
          <w:szCs w:val="22"/>
        </w:rPr>
      </w:pPr>
    </w:p>
    <w:p w14:paraId="16BAEF7B" w14:textId="77777777" w:rsidR="00C74BCB" w:rsidRPr="00FC30F0" w:rsidRDefault="00592878" w:rsidP="00592878">
      <w:pPr>
        <w:pStyle w:val="a3"/>
        <w:spacing w:line="352" w:lineRule="exact"/>
        <w:jc w:val="center"/>
        <w:rPr>
          <w:rFonts w:ascii="ＭＳ 明朝" w:hAnsi="ＭＳ 明朝" w:hint="eastAsia"/>
          <w:spacing w:val="0"/>
          <w:sz w:val="24"/>
          <w:szCs w:val="22"/>
        </w:rPr>
      </w:pPr>
      <w:r w:rsidRPr="00FC30F0">
        <w:rPr>
          <w:rFonts w:ascii="ＭＳ 明朝" w:hAnsi="ＭＳ 明朝" w:hint="eastAsia"/>
          <w:sz w:val="24"/>
          <w:szCs w:val="22"/>
        </w:rPr>
        <w:t>入札参加</w:t>
      </w:r>
      <w:r w:rsidRPr="00FC30F0">
        <w:rPr>
          <w:rFonts w:ascii="ＭＳ 明朝" w:hAnsi="ＭＳ 明朝" w:hint="eastAsia"/>
          <w:bCs/>
          <w:sz w:val="24"/>
          <w:szCs w:val="22"/>
        </w:rPr>
        <w:t>申込書</w:t>
      </w:r>
    </w:p>
    <w:p w14:paraId="1C820678" w14:textId="77777777" w:rsidR="005C2BDB" w:rsidRPr="00A06D5A" w:rsidRDefault="005C2BDB">
      <w:pPr>
        <w:pStyle w:val="a3"/>
        <w:rPr>
          <w:rFonts w:ascii="ＭＳ 明朝" w:hAnsi="ＭＳ 明朝" w:hint="eastAsia"/>
          <w:spacing w:val="0"/>
          <w:sz w:val="22"/>
          <w:szCs w:val="22"/>
        </w:rPr>
      </w:pPr>
    </w:p>
    <w:p w14:paraId="433EF9B1" w14:textId="77777777" w:rsidR="00592878" w:rsidRPr="00A06D5A" w:rsidRDefault="00592878">
      <w:pPr>
        <w:pStyle w:val="a3"/>
        <w:rPr>
          <w:rFonts w:ascii="ＭＳ 明朝" w:hAnsi="ＭＳ 明朝" w:hint="eastAsia"/>
          <w:spacing w:val="0"/>
          <w:sz w:val="22"/>
          <w:szCs w:val="22"/>
        </w:rPr>
      </w:pPr>
    </w:p>
    <w:p w14:paraId="61FDDBCF" w14:textId="77777777" w:rsidR="005C2BDB" w:rsidRPr="00A06D5A" w:rsidRDefault="00A969B6" w:rsidP="00A969B6">
      <w:pPr>
        <w:pStyle w:val="a3"/>
        <w:spacing w:line="352" w:lineRule="exact"/>
        <w:ind w:firstLineChars="100" w:firstLine="222"/>
        <w:jc w:val="lef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修学旅行ナビ等</w:t>
      </w:r>
      <w:r w:rsidRPr="00A06D5A">
        <w:rPr>
          <w:rFonts w:ascii="ＭＳ 明朝" w:hAnsi="ＭＳ 明朝" w:hint="eastAsia"/>
          <w:sz w:val="22"/>
          <w:szCs w:val="22"/>
        </w:rPr>
        <w:t>沖縄修学旅行事前学習</w:t>
      </w:r>
      <w:r>
        <w:rPr>
          <w:rFonts w:ascii="ＭＳ 明朝" w:hAnsi="ＭＳ 明朝" w:hint="eastAsia"/>
          <w:sz w:val="22"/>
          <w:szCs w:val="22"/>
        </w:rPr>
        <w:t>用</w:t>
      </w:r>
      <w:r w:rsidRPr="00A06D5A">
        <w:rPr>
          <w:rFonts w:ascii="ＭＳ 明朝" w:hAnsi="ＭＳ 明朝" w:hint="eastAsia"/>
          <w:sz w:val="22"/>
          <w:szCs w:val="22"/>
        </w:rPr>
        <w:t>資料</w:t>
      </w:r>
      <w:r>
        <w:rPr>
          <w:rFonts w:ascii="ＭＳ 明朝" w:hAnsi="ＭＳ 明朝" w:hint="eastAsia"/>
          <w:sz w:val="22"/>
          <w:szCs w:val="22"/>
        </w:rPr>
        <w:t>の一部修正及び</w:t>
      </w:r>
      <w:r w:rsidRPr="00A06D5A">
        <w:rPr>
          <w:rFonts w:ascii="ＭＳ 明朝" w:hAnsi="ＭＳ 明朝" w:hint="eastAsia"/>
          <w:sz w:val="22"/>
          <w:szCs w:val="22"/>
        </w:rPr>
        <w:t>増刷</w:t>
      </w:r>
      <w:r>
        <w:rPr>
          <w:rFonts w:ascii="ＭＳ 明朝" w:hAnsi="ＭＳ 明朝" w:hint="eastAsia"/>
          <w:sz w:val="22"/>
          <w:szCs w:val="22"/>
        </w:rPr>
        <w:t>業務</w:t>
      </w:r>
      <w:r>
        <w:rPr>
          <w:rFonts w:hint="eastAsia"/>
          <w:sz w:val="22"/>
          <w:szCs w:val="22"/>
          <w:lang w:bidi="ar-SA"/>
        </w:rPr>
        <w:t>募集要項</w:t>
      </w:r>
      <w:r w:rsidRPr="00A969B6">
        <w:rPr>
          <w:rFonts w:hint="eastAsia"/>
          <w:sz w:val="22"/>
          <w:szCs w:val="22"/>
          <w:lang w:bidi="ar-SA"/>
        </w:rPr>
        <w:t>の内容等について了承し、</w:t>
      </w:r>
      <w:r w:rsidR="00196252" w:rsidRPr="00A06D5A">
        <w:rPr>
          <w:rFonts w:ascii="ＭＳ 明朝" w:hAnsi="ＭＳ 明朝" w:hint="eastAsia"/>
          <w:sz w:val="22"/>
          <w:szCs w:val="22"/>
        </w:rPr>
        <w:t>次のとおり</w:t>
      </w:r>
      <w:r w:rsidR="00AF62EC" w:rsidRPr="00A06D5A">
        <w:rPr>
          <w:rFonts w:ascii="ＭＳ 明朝" w:hAnsi="ＭＳ 明朝" w:hint="eastAsia"/>
          <w:sz w:val="22"/>
          <w:szCs w:val="22"/>
        </w:rPr>
        <w:t>入札参加申込書</w:t>
      </w:r>
      <w:r w:rsidR="005C2BDB" w:rsidRPr="00A06D5A">
        <w:rPr>
          <w:rFonts w:ascii="ＭＳ 明朝" w:hAnsi="ＭＳ 明朝" w:hint="eastAsia"/>
          <w:sz w:val="22"/>
          <w:szCs w:val="22"/>
        </w:rPr>
        <w:t>を提出します。</w:t>
      </w:r>
    </w:p>
    <w:p w14:paraId="62E66C3D" w14:textId="77777777" w:rsidR="005C2BDB" w:rsidRPr="00A969B6" w:rsidRDefault="005C2BDB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3CD34A69" w14:textId="77777777" w:rsidR="005C2BDB" w:rsidRPr="00A06D5A" w:rsidRDefault="005C2BDB">
      <w:pPr>
        <w:pStyle w:val="a3"/>
        <w:ind w:right="535"/>
        <w:jc w:val="right"/>
        <w:rPr>
          <w:rFonts w:ascii="ＭＳ 明朝" w:hAnsi="ＭＳ 明朝"/>
          <w:spacing w:val="0"/>
          <w:sz w:val="22"/>
          <w:szCs w:val="22"/>
        </w:rPr>
      </w:pPr>
    </w:p>
    <w:p w14:paraId="10DA675A" w14:textId="77777777" w:rsidR="005C2BDB" w:rsidRPr="00A06D5A" w:rsidRDefault="001C1570">
      <w:pPr>
        <w:pStyle w:val="a3"/>
        <w:ind w:right="535"/>
        <w:jc w:val="right"/>
        <w:rPr>
          <w:rFonts w:ascii="ＭＳ 明朝" w:hAnsi="ＭＳ 明朝"/>
          <w:spacing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5C2BDB" w:rsidRPr="00A06D5A">
        <w:rPr>
          <w:rFonts w:ascii="ＭＳ 明朝" w:hAnsi="ＭＳ 明朝" w:hint="eastAsia"/>
          <w:sz w:val="22"/>
          <w:szCs w:val="22"/>
        </w:rPr>
        <w:t xml:space="preserve">　　年</w:t>
      </w:r>
      <w:r w:rsidR="005C2BDB" w:rsidRPr="00A06D5A">
        <w:rPr>
          <w:rFonts w:ascii="ＭＳ 明朝" w:hAnsi="ＭＳ 明朝" w:hint="eastAsia"/>
          <w:spacing w:val="0"/>
          <w:sz w:val="22"/>
          <w:szCs w:val="22"/>
        </w:rPr>
        <w:t xml:space="preserve">  </w:t>
      </w:r>
      <w:r w:rsidR="005C2BDB" w:rsidRPr="00A06D5A">
        <w:rPr>
          <w:rFonts w:ascii="ＭＳ 明朝" w:hAnsi="ＭＳ 明朝" w:hint="eastAsia"/>
          <w:sz w:val="22"/>
          <w:szCs w:val="22"/>
        </w:rPr>
        <w:t xml:space="preserve">　月　　日</w:t>
      </w:r>
    </w:p>
    <w:p w14:paraId="25BBACEE" w14:textId="77777777" w:rsidR="00A06D5A" w:rsidRPr="00A06D5A" w:rsidRDefault="00A06D5A" w:rsidP="00A06D5A">
      <w:pPr>
        <w:jc w:val="left"/>
        <w:rPr>
          <w:sz w:val="22"/>
          <w:szCs w:val="18"/>
          <w:lang w:bidi="ar-SA"/>
        </w:rPr>
      </w:pPr>
      <w:r w:rsidRPr="00A06D5A">
        <w:rPr>
          <w:rFonts w:hint="eastAsia"/>
          <w:sz w:val="22"/>
          <w:szCs w:val="18"/>
          <w:lang w:bidi="ar-SA"/>
        </w:rPr>
        <w:t>一般財団</w:t>
      </w:r>
      <w:r w:rsidR="00ED7710">
        <w:rPr>
          <w:rFonts w:hint="eastAsia"/>
          <w:sz w:val="22"/>
          <w:szCs w:val="18"/>
          <w:lang w:bidi="ar-SA"/>
        </w:rPr>
        <w:t>法人</w:t>
      </w:r>
      <w:r w:rsidRPr="00A06D5A">
        <w:rPr>
          <w:rFonts w:hint="eastAsia"/>
          <w:sz w:val="22"/>
          <w:szCs w:val="18"/>
          <w:lang w:bidi="ar-SA"/>
        </w:rPr>
        <w:t>沖縄観光コンベンションビューロー</w:t>
      </w:r>
    </w:p>
    <w:p w14:paraId="2BE5FA02" w14:textId="77777777" w:rsidR="00A06D5A" w:rsidRPr="00A06D5A" w:rsidRDefault="00B209AD" w:rsidP="00A06D5A">
      <w:pPr>
        <w:ind w:firstLineChars="100" w:firstLine="220"/>
        <w:jc w:val="left"/>
        <w:rPr>
          <w:sz w:val="22"/>
          <w:szCs w:val="22"/>
          <w:lang w:eastAsia="zh-TW" w:bidi="ar-SA"/>
        </w:rPr>
      </w:pPr>
      <w:r>
        <w:rPr>
          <w:rFonts w:hint="eastAsia"/>
          <w:sz w:val="22"/>
          <w:szCs w:val="18"/>
          <w:lang w:bidi="ar-SA"/>
        </w:rPr>
        <w:t>会長　　平　良　朝　敬　宛</w:t>
      </w:r>
    </w:p>
    <w:p w14:paraId="30B4E682" w14:textId="77777777" w:rsidR="00A06D5A" w:rsidRPr="00A06D5A" w:rsidRDefault="00A06D5A" w:rsidP="00A06D5A">
      <w:pPr>
        <w:autoSpaceDE w:val="0"/>
        <w:autoSpaceDN w:val="0"/>
        <w:adjustRightInd w:val="0"/>
        <w:jc w:val="left"/>
        <w:rPr>
          <w:rFonts w:cs="ＭＳ 明朝"/>
          <w:spacing w:val="1"/>
          <w:kern w:val="0"/>
          <w:sz w:val="22"/>
          <w:szCs w:val="22"/>
          <w:lang w:bidi="ar-SA"/>
        </w:rPr>
      </w:pPr>
    </w:p>
    <w:p w14:paraId="26FBE384" w14:textId="77777777" w:rsidR="00A06D5A" w:rsidRPr="00A06D5A" w:rsidRDefault="00A06D5A" w:rsidP="00A06D5A">
      <w:pPr>
        <w:ind w:firstLineChars="100" w:firstLine="220"/>
        <w:rPr>
          <w:sz w:val="22"/>
          <w:szCs w:val="22"/>
          <w:lang w:eastAsia="zh-TW" w:bidi="ar-SA"/>
        </w:rPr>
      </w:pPr>
    </w:p>
    <w:p w14:paraId="28541413" w14:textId="77777777" w:rsidR="00A06D5A" w:rsidRPr="00A06D5A" w:rsidRDefault="00A06D5A" w:rsidP="00A06D5A">
      <w:pPr>
        <w:ind w:leftChars="2050" w:left="4305"/>
        <w:rPr>
          <w:sz w:val="22"/>
          <w:szCs w:val="22"/>
          <w:lang w:eastAsia="zh-TW" w:bidi="ar-SA"/>
        </w:rPr>
      </w:pPr>
    </w:p>
    <w:p w14:paraId="3C92DD91" w14:textId="77777777" w:rsidR="00A06D5A" w:rsidRPr="00A06D5A" w:rsidRDefault="00A06D5A" w:rsidP="00A969B6">
      <w:pPr>
        <w:ind w:firstLineChars="1400" w:firstLine="3080"/>
        <w:rPr>
          <w:sz w:val="22"/>
          <w:szCs w:val="22"/>
          <w:lang w:bidi="ar-SA"/>
        </w:rPr>
      </w:pPr>
      <w:r w:rsidRPr="00A06D5A">
        <w:rPr>
          <w:rFonts w:hint="eastAsia"/>
          <w:sz w:val="22"/>
          <w:szCs w:val="22"/>
          <w:lang w:eastAsia="zh-TW" w:bidi="ar-SA"/>
        </w:rPr>
        <w:t>（</w:t>
      </w:r>
      <w:r w:rsidRPr="00A06D5A">
        <w:rPr>
          <w:rFonts w:hint="eastAsia"/>
          <w:sz w:val="22"/>
          <w:szCs w:val="22"/>
          <w:lang w:bidi="ar-SA"/>
        </w:rPr>
        <w:t>提出</w:t>
      </w:r>
      <w:r w:rsidRPr="00A06D5A">
        <w:rPr>
          <w:rFonts w:hint="eastAsia"/>
          <w:sz w:val="22"/>
          <w:szCs w:val="22"/>
          <w:lang w:eastAsia="zh-TW" w:bidi="ar-SA"/>
        </w:rPr>
        <w:t>者）</w:t>
      </w:r>
      <w:r>
        <w:rPr>
          <w:rFonts w:hint="eastAsia"/>
          <w:sz w:val="22"/>
          <w:szCs w:val="22"/>
          <w:lang w:bidi="ar-SA"/>
        </w:rPr>
        <w:t>会社名</w:t>
      </w:r>
      <w:r w:rsidRPr="00A06D5A">
        <w:rPr>
          <w:rFonts w:hint="eastAsia"/>
          <w:sz w:val="22"/>
          <w:szCs w:val="22"/>
          <w:lang w:bidi="ar-SA"/>
        </w:rPr>
        <w:t>：</w:t>
      </w:r>
      <w:r w:rsidR="00A969B6">
        <w:rPr>
          <w:rFonts w:hint="eastAsia"/>
          <w:sz w:val="22"/>
          <w:szCs w:val="22"/>
          <w:lang w:bidi="ar-SA"/>
        </w:rPr>
        <w:t xml:space="preserve">　</w:t>
      </w:r>
    </w:p>
    <w:p w14:paraId="694AD426" w14:textId="77777777" w:rsidR="00592878" w:rsidRDefault="00A06D5A" w:rsidP="00A969B6">
      <w:pPr>
        <w:ind w:firstLineChars="1900" w:firstLine="4180"/>
        <w:rPr>
          <w:sz w:val="22"/>
          <w:szCs w:val="22"/>
          <w:lang w:bidi="ar-SA"/>
        </w:rPr>
      </w:pPr>
      <w:r>
        <w:rPr>
          <w:rFonts w:hint="eastAsia"/>
          <w:sz w:val="22"/>
          <w:szCs w:val="22"/>
          <w:lang w:bidi="ar-SA"/>
        </w:rPr>
        <w:t>住　所</w:t>
      </w:r>
      <w:r w:rsidRPr="00A06D5A">
        <w:rPr>
          <w:rFonts w:hint="eastAsia"/>
          <w:sz w:val="22"/>
          <w:szCs w:val="22"/>
          <w:lang w:bidi="ar-SA"/>
        </w:rPr>
        <w:t>：</w:t>
      </w:r>
    </w:p>
    <w:p w14:paraId="76B992CA" w14:textId="77777777" w:rsidR="00A06D5A" w:rsidRPr="00A06D5A" w:rsidRDefault="00A06D5A" w:rsidP="00A969B6">
      <w:pPr>
        <w:ind w:firstLineChars="1900" w:firstLine="4180"/>
        <w:rPr>
          <w:rFonts w:hint="eastAsia"/>
          <w:sz w:val="22"/>
          <w:szCs w:val="22"/>
          <w:lang w:bidi="ar-SA"/>
        </w:rPr>
      </w:pPr>
      <w:r>
        <w:rPr>
          <w:rFonts w:hint="eastAsia"/>
          <w:sz w:val="22"/>
          <w:szCs w:val="22"/>
          <w:lang w:bidi="ar-SA"/>
        </w:rPr>
        <w:t xml:space="preserve">代表者：　</w:t>
      </w:r>
      <w:r w:rsidR="00A969B6">
        <w:rPr>
          <w:rFonts w:hint="eastAsia"/>
          <w:sz w:val="22"/>
          <w:szCs w:val="22"/>
          <w:lang w:bidi="ar-SA"/>
        </w:rPr>
        <w:t xml:space="preserve">　　　　　　</w:t>
      </w:r>
      <w:r>
        <w:rPr>
          <w:rFonts w:hint="eastAsia"/>
          <w:sz w:val="22"/>
          <w:szCs w:val="22"/>
          <w:lang w:bidi="ar-SA"/>
        </w:rPr>
        <w:t xml:space="preserve">　　　　　　　　</w:t>
      </w:r>
      <w:r w:rsidR="0025139D">
        <w:rPr>
          <w:sz w:val="22"/>
          <w:szCs w:val="22"/>
          <w:lang w:bidi="ar-SA"/>
        </w:rPr>
        <w:fldChar w:fldCharType="begin"/>
      </w:r>
      <w:r w:rsidR="0025139D">
        <w:rPr>
          <w:sz w:val="22"/>
          <w:szCs w:val="22"/>
          <w:lang w:bidi="ar-SA"/>
        </w:rPr>
        <w:instrText xml:space="preserve"> </w:instrText>
      </w:r>
      <w:r w:rsidR="0025139D">
        <w:rPr>
          <w:rFonts w:hint="eastAsia"/>
          <w:sz w:val="22"/>
          <w:szCs w:val="22"/>
          <w:lang w:bidi="ar-SA"/>
        </w:rPr>
        <w:instrText>eq \o\ac(</w:instrText>
      </w:r>
      <w:r w:rsidR="0025139D">
        <w:rPr>
          <w:rFonts w:hint="eastAsia"/>
          <w:sz w:val="22"/>
          <w:szCs w:val="22"/>
          <w:lang w:bidi="ar-SA"/>
        </w:rPr>
        <w:instrText>○</w:instrText>
      </w:r>
      <w:r w:rsidR="0025139D">
        <w:rPr>
          <w:rFonts w:hint="eastAsia"/>
          <w:sz w:val="22"/>
          <w:szCs w:val="22"/>
          <w:lang w:bidi="ar-SA"/>
        </w:rPr>
        <w:instrText>,</w:instrText>
      </w:r>
      <w:r w:rsidR="0025139D" w:rsidRPr="0025139D">
        <w:rPr>
          <w:rFonts w:ascii="ＭＳ 明朝" w:hint="eastAsia"/>
          <w:position w:val="3"/>
          <w:sz w:val="15"/>
          <w:szCs w:val="22"/>
          <w:lang w:bidi="ar-SA"/>
        </w:rPr>
        <w:instrText>印</w:instrText>
      </w:r>
      <w:r w:rsidR="0025139D">
        <w:rPr>
          <w:rFonts w:hint="eastAsia"/>
          <w:sz w:val="22"/>
          <w:szCs w:val="22"/>
          <w:lang w:bidi="ar-SA"/>
        </w:rPr>
        <w:instrText>)</w:instrText>
      </w:r>
      <w:r w:rsidR="0025139D">
        <w:rPr>
          <w:sz w:val="22"/>
          <w:szCs w:val="22"/>
          <w:lang w:bidi="ar-SA"/>
        </w:rPr>
        <w:fldChar w:fldCharType="end"/>
      </w:r>
    </w:p>
    <w:p w14:paraId="4841392E" w14:textId="77777777" w:rsidR="00592878" w:rsidRPr="00A06D5A" w:rsidRDefault="00592878">
      <w:pPr>
        <w:pStyle w:val="a3"/>
        <w:rPr>
          <w:rFonts w:ascii="ＭＳ 明朝" w:hAnsi="ＭＳ 明朝" w:hint="eastAsia"/>
          <w:spacing w:val="0"/>
          <w:sz w:val="22"/>
          <w:szCs w:val="22"/>
        </w:rPr>
      </w:pPr>
    </w:p>
    <w:p w14:paraId="093B85D6" w14:textId="77777777" w:rsidR="005C2BDB" w:rsidRPr="00A06D5A" w:rsidRDefault="005C2BDB" w:rsidP="001D2FE1">
      <w:pPr>
        <w:pStyle w:val="a3"/>
        <w:rPr>
          <w:rFonts w:ascii="ＭＳ 明朝" w:hAnsi="ＭＳ 明朝"/>
          <w:spacing w:val="0"/>
          <w:sz w:val="22"/>
          <w:szCs w:val="22"/>
        </w:rPr>
      </w:pPr>
      <w:r w:rsidRPr="00A06D5A">
        <w:rPr>
          <w:rFonts w:ascii="ＭＳ 明朝" w:hAnsi="ＭＳ 明朝" w:hint="eastAsia"/>
          <w:sz w:val="22"/>
          <w:szCs w:val="22"/>
        </w:rPr>
        <w:t>【連絡担当者】</w:t>
      </w:r>
    </w:p>
    <w:p w14:paraId="4B8A1A57" w14:textId="77777777" w:rsidR="005C2BDB" w:rsidRPr="00A06D5A" w:rsidRDefault="005C2BDB">
      <w:pPr>
        <w:pStyle w:val="a3"/>
        <w:spacing w:line="105" w:lineRule="exact"/>
        <w:rPr>
          <w:rFonts w:ascii="ＭＳ 明朝" w:hAnsi="ＭＳ 明朝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180"/>
        <w:gridCol w:w="6279"/>
      </w:tblGrid>
      <w:tr w:rsidR="005C2BDB" w:rsidRPr="00A06D5A" w14:paraId="6A8F3FC9" w14:textId="77777777" w:rsidTr="001D2FE1">
        <w:tblPrEx>
          <w:tblCellMar>
            <w:top w:w="0" w:type="dxa"/>
            <w:bottom w:w="0" w:type="dxa"/>
          </w:tblCellMar>
        </w:tblPrEx>
        <w:trPr>
          <w:cantSplit/>
          <w:trHeight w:hRule="exact" w:val="5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C214CE8" w14:textId="77777777" w:rsidR="005C2BDB" w:rsidRPr="00A06D5A" w:rsidRDefault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016D3" w14:textId="77777777" w:rsidR="005C2BDB" w:rsidRPr="00A06D5A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所属・職</w:t>
            </w:r>
          </w:p>
        </w:tc>
        <w:tc>
          <w:tcPr>
            <w:tcW w:w="6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C8A5D8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A06D5A" w14:paraId="36B033E5" w14:textId="77777777" w:rsidTr="001D2FE1">
        <w:tblPrEx>
          <w:tblCellMar>
            <w:top w:w="0" w:type="dxa"/>
            <w:bottom w:w="0" w:type="dxa"/>
          </w:tblCellMar>
        </w:tblPrEx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8EE694" w14:textId="77777777" w:rsidR="005C2BDB" w:rsidRPr="00A06D5A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661A" w14:textId="77777777" w:rsidR="005C2BDB" w:rsidRPr="00A06D5A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氏　名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C9BEF9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A06D5A" w14:paraId="3742B275" w14:textId="77777777" w:rsidTr="001D2FE1">
        <w:tblPrEx>
          <w:tblCellMar>
            <w:top w:w="0" w:type="dxa"/>
            <w:bottom w:w="0" w:type="dxa"/>
          </w:tblCellMar>
        </w:tblPrEx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C39F13" w14:textId="77777777" w:rsidR="005C2BDB" w:rsidRPr="00A06D5A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A6F4D" w14:textId="77777777" w:rsidR="005C2BDB" w:rsidRPr="00A06D5A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4C96D2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A06D5A" w14:paraId="0B705A85" w14:textId="77777777" w:rsidTr="001D2FE1">
        <w:tblPrEx>
          <w:tblCellMar>
            <w:top w:w="0" w:type="dxa"/>
            <w:bottom w:w="0" w:type="dxa"/>
          </w:tblCellMar>
        </w:tblPrEx>
        <w:trPr>
          <w:cantSplit/>
          <w:trHeight w:hRule="exact" w:val="578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C506E0" w14:textId="77777777" w:rsidR="005C2BDB" w:rsidRPr="00A06D5A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8714" w14:textId="77777777" w:rsidR="005C2BDB" w:rsidRPr="00A06D5A" w:rsidRDefault="00C6330A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 FAX</w:t>
            </w:r>
            <w:r w:rsidR="005C2BDB" w:rsidRPr="00A06D5A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3C03F4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A06D5A" w14:paraId="3973E91C" w14:textId="77777777" w:rsidTr="001D2FE1">
        <w:tblPrEx>
          <w:tblCellMar>
            <w:top w:w="0" w:type="dxa"/>
            <w:bottom w:w="0" w:type="dxa"/>
          </w:tblCellMar>
        </w:tblPrEx>
        <w:trPr>
          <w:cantSplit/>
          <w:trHeight w:hRule="exact" w:val="578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4D609A" w14:textId="77777777" w:rsidR="005C2BDB" w:rsidRPr="00A06D5A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FEE4D" w14:textId="77777777" w:rsidR="005C2BDB" w:rsidRPr="00A06D5A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e-mailアドレス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E5F1A4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</w:tbl>
    <w:p w14:paraId="2EC2AA6B" w14:textId="77777777" w:rsidR="005C2BDB" w:rsidRPr="00A06D5A" w:rsidRDefault="005C2BDB">
      <w:pPr>
        <w:pStyle w:val="a3"/>
        <w:spacing w:line="184" w:lineRule="exact"/>
        <w:rPr>
          <w:rFonts w:ascii="ＭＳ 明朝" w:hAnsi="ＭＳ 明朝"/>
          <w:spacing w:val="0"/>
          <w:sz w:val="22"/>
          <w:szCs w:val="22"/>
        </w:rPr>
      </w:pPr>
    </w:p>
    <w:p w14:paraId="7D109D24" w14:textId="77777777" w:rsidR="009B1E0D" w:rsidRPr="00A06D5A" w:rsidRDefault="009B1E0D" w:rsidP="009B1E0D">
      <w:pPr>
        <w:rPr>
          <w:rFonts w:ascii="ＭＳ 明朝" w:hAnsi="ＭＳ 明朝" w:hint="eastAsia"/>
          <w:sz w:val="22"/>
          <w:szCs w:val="22"/>
        </w:rPr>
      </w:pPr>
    </w:p>
    <w:p w14:paraId="016958DB" w14:textId="77777777" w:rsidR="00AF62EC" w:rsidRPr="00A06D5A" w:rsidRDefault="000B7370" w:rsidP="000B7370">
      <w:pPr>
        <w:pStyle w:val="a3"/>
        <w:jc w:val="lef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提出期</w:t>
      </w:r>
      <w:r w:rsidRPr="004E7C3B">
        <w:rPr>
          <w:rFonts w:ascii="ＭＳ 明朝" w:hAnsi="ＭＳ 明朝" w:hint="eastAsia"/>
          <w:sz w:val="22"/>
          <w:szCs w:val="22"/>
        </w:rPr>
        <w:t>限：</w:t>
      </w:r>
      <w:r w:rsidR="00D17A26" w:rsidRPr="004E7C3B">
        <w:rPr>
          <w:rFonts w:ascii="ＭＳ 明朝" w:hAnsi="ＭＳ 明朝" w:hint="eastAsia"/>
          <w:sz w:val="22"/>
          <w:szCs w:val="22"/>
        </w:rPr>
        <w:t>令和元年5</w:t>
      </w:r>
      <w:r w:rsidRPr="004E7C3B">
        <w:rPr>
          <w:rFonts w:ascii="ＭＳ 明朝" w:hAnsi="ＭＳ 明朝" w:hint="eastAsia"/>
          <w:sz w:val="22"/>
          <w:szCs w:val="22"/>
        </w:rPr>
        <w:t>月</w:t>
      </w:r>
      <w:r w:rsidR="0025139D" w:rsidRPr="004E7C3B">
        <w:rPr>
          <w:rFonts w:ascii="ＭＳ 明朝" w:hAnsi="ＭＳ 明朝" w:hint="eastAsia"/>
          <w:sz w:val="22"/>
          <w:szCs w:val="22"/>
        </w:rPr>
        <w:t>1</w:t>
      </w:r>
      <w:r w:rsidR="00D17A26" w:rsidRPr="004E7C3B">
        <w:rPr>
          <w:rFonts w:ascii="ＭＳ 明朝" w:hAnsi="ＭＳ 明朝" w:hint="eastAsia"/>
          <w:sz w:val="22"/>
          <w:szCs w:val="22"/>
        </w:rPr>
        <w:t>5</w:t>
      </w:r>
      <w:r w:rsidRPr="004E7C3B">
        <w:rPr>
          <w:rFonts w:ascii="ＭＳ 明朝" w:hAnsi="ＭＳ 明朝" w:hint="eastAsia"/>
          <w:sz w:val="22"/>
          <w:szCs w:val="22"/>
        </w:rPr>
        <w:t>日（</w:t>
      </w:r>
      <w:r w:rsidR="00D17A26" w:rsidRPr="004E7C3B">
        <w:rPr>
          <w:rFonts w:ascii="ＭＳ 明朝" w:hAnsi="ＭＳ 明朝" w:hint="eastAsia"/>
          <w:sz w:val="22"/>
          <w:szCs w:val="22"/>
        </w:rPr>
        <w:t>水</w:t>
      </w:r>
      <w:r w:rsidRPr="004E7C3B">
        <w:rPr>
          <w:rFonts w:ascii="ＭＳ 明朝" w:hAnsi="ＭＳ 明朝" w:hint="eastAsia"/>
          <w:sz w:val="22"/>
          <w:szCs w:val="22"/>
        </w:rPr>
        <w:t>）15：00必着</w:t>
      </w:r>
    </w:p>
    <w:p w14:paraId="418276E4" w14:textId="77777777" w:rsidR="00AF62EC" w:rsidRDefault="00AF62EC" w:rsidP="00AF62EC">
      <w:pPr>
        <w:pStyle w:val="a3"/>
        <w:rPr>
          <w:rFonts w:ascii="ＭＳ 明朝" w:hAnsi="ＭＳ 明朝" w:hint="eastAsia"/>
          <w:sz w:val="22"/>
          <w:szCs w:val="22"/>
        </w:rPr>
      </w:pPr>
    </w:p>
    <w:p w14:paraId="4517DE8C" w14:textId="77777777" w:rsidR="00FC30F0" w:rsidRPr="00A06D5A" w:rsidRDefault="00FC30F0" w:rsidP="00AF62EC">
      <w:pPr>
        <w:pStyle w:val="a3"/>
        <w:rPr>
          <w:rFonts w:ascii="ＭＳ 明朝" w:hAnsi="ＭＳ 明朝" w:hint="eastAsia"/>
          <w:sz w:val="22"/>
          <w:szCs w:val="22"/>
        </w:rPr>
      </w:pPr>
    </w:p>
    <w:p w14:paraId="3FC17E5F" w14:textId="77777777" w:rsidR="00AF62EC" w:rsidRPr="00A06D5A" w:rsidRDefault="00AF62EC" w:rsidP="00AF62EC">
      <w:pPr>
        <w:pStyle w:val="a3"/>
        <w:rPr>
          <w:rFonts w:ascii="ＭＳ 明朝" w:hAnsi="ＭＳ 明朝" w:hint="eastAsia"/>
          <w:sz w:val="22"/>
          <w:szCs w:val="22"/>
        </w:rPr>
      </w:pPr>
    </w:p>
    <w:p w14:paraId="7D19D05C" w14:textId="77777777" w:rsidR="00AF62EC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625B4F0F" w14:textId="77777777" w:rsidR="00803C61" w:rsidRDefault="00803C61" w:rsidP="00AF62EC">
      <w:pPr>
        <w:pStyle w:val="a3"/>
        <w:rPr>
          <w:rFonts w:ascii="ＭＳ 明朝" w:hAnsi="ＭＳ 明朝"/>
          <w:sz w:val="22"/>
          <w:szCs w:val="22"/>
        </w:rPr>
      </w:pPr>
    </w:p>
    <w:p w14:paraId="63F4D32E" w14:textId="77777777" w:rsidR="00803C61" w:rsidRDefault="00803C61" w:rsidP="00AF62EC">
      <w:pPr>
        <w:pStyle w:val="a3"/>
        <w:rPr>
          <w:rFonts w:ascii="ＭＳ 明朝" w:hAnsi="ＭＳ 明朝"/>
          <w:sz w:val="22"/>
          <w:szCs w:val="22"/>
        </w:rPr>
      </w:pPr>
    </w:p>
    <w:p w14:paraId="425678A8" w14:textId="77777777" w:rsidR="00803C61" w:rsidRPr="00A06D5A" w:rsidRDefault="00803C61" w:rsidP="00AF62EC">
      <w:pPr>
        <w:pStyle w:val="a3"/>
        <w:rPr>
          <w:rFonts w:ascii="ＭＳ 明朝" w:hAnsi="ＭＳ 明朝" w:hint="eastAsia"/>
          <w:sz w:val="22"/>
          <w:szCs w:val="22"/>
        </w:rPr>
      </w:pPr>
    </w:p>
    <w:p w14:paraId="0A5FA2EC" w14:textId="77777777" w:rsidR="00AF62EC" w:rsidRPr="00A06D5A" w:rsidRDefault="00AF62EC" w:rsidP="00AF62EC">
      <w:pPr>
        <w:pStyle w:val="a3"/>
        <w:rPr>
          <w:rFonts w:ascii="ＭＳ 明朝" w:hAnsi="ＭＳ 明朝" w:hint="eastAsia"/>
          <w:sz w:val="22"/>
          <w:szCs w:val="22"/>
        </w:rPr>
      </w:pPr>
    </w:p>
    <w:p w14:paraId="11F9DBB4" w14:textId="77777777" w:rsidR="00D2602C" w:rsidRDefault="00AF62EC" w:rsidP="00D2602C">
      <w:pPr>
        <w:pStyle w:val="a3"/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 w:rsidRPr="00346D11">
        <w:rPr>
          <w:rFonts w:ascii="ＭＳ 明朝" w:hAnsi="ＭＳ 明朝" w:hint="eastAsia"/>
          <w:sz w:val="22"/>
          <w:szCs w:val="22"/>
        </w:rPr>
        <w:lastRenderedPageBreak/>
        <w:t>会社の概要</w:t>
      </w:r>
    </w:p>
    <w:p w14:paraId="396E430F" w14:textId="77777777" w:rsidR="00C6330A" w:rsidRDefault="00C6330A" w:rsidP="00C6330A">
      <w:pPr>
        <w:pStyle w:val="a3"/>
        <w:ind w:firstLineChars="200" w:firstLine="44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所　在　地：</w:t>
      </w:r>
    </w:p>
    <w:p w14:paraId="560F78E7" w14:textId="77777777" w:rsidR="00C6330A" w:rsidRDefault="00C6330A" w:rsidP="00C6330A">
      <w:pPr>
        <w:pStyle w:val="a3"/>
        <w:ind w:firstLineChars="200" w:firstLine="44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会　社　名：</w:t>
      </w:r>
    </w:p>
    <w:p w14:paraId="2A9E29AF" w14:textId="77777777" w:rsidR="00C6330A" w:rsidRDefault="00C6330A" w:rsidP="00C6330A">
      <w:pPr>
        <w:pStyle w:val="a3"/>
        <w:ind w:firstLineChars="200" w:firstLine="44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代　表　者：　　　　　　　　　　　　</w:t>
      </w:r>
      <w:r w:rsidR="0025139D">
        <w:rPr>
          <w:rFonts w:ascii="ＭＳ 明朝" w:hAnsi="ＭＳ 明朝"/>
          <w:sz w:val="22"/>
          <w:szCs w:val="22"/>
        </w:rPr>
        <w:fldChar w:fldCharType="begin"/>
      </w:r>
      <w:r w:rsidR="0025139D">
        <w:rPr>
          <w:rFonts w:ascii="ＭＳ 明朝" w:hAnsi="ＭＳ 明朝"/>
          <w:sz w:val="22"/>
          <w:szCs w:val="22"/>
        </w:rPr>
        <w:instrText xml:space="preserve"> </w:instrText>
      </w:r>
      <w:r w:rsidR="0025139D">
        <w:rPr>
          <w:rFonts w:ascii="ＭＳ 明朝" w:hAnsi="ＭＳ 明朝" w:hint="eastAsia"/>
          <w:sz w:val="22"/>
          <w:szCs w:val="22"/>
        </w:rPr>
        <w:instrText>eq \o\ac(○,</w:instrText>
      </w:r>
      <w:r w:rsidR="0025139D" w:rsidRPr="0025139D">
        <w:rPr>
          <w:rFonts w:ascii="ＭＳ 明朝" w:hAnsi="ＭＳ 明朝" w:hint="eastAsia"/>
          <w:spacing w:val="0"/>
          <w:position w:val="3"/>
          <w:sz w:val="15"/>
          <w:szCs w:val="22"/>
        </w:rPr>
        <w:instrText>印</w:instrText>
      </w:r>
      <w:r w:rsidR="0025139D">
        <w:rPr>
          <w:rFonts w:ascii="ＭＳ 明朝" w:hAnsi="ＭＳ 明朝" w:hint="eastAsia"/>
          <w:sz w:val="22"/>
          <w:szCs w:val="22"/>
        </w:rPr>
        <w:instrText>)</w:instrText>
      </w:r>
      <w:r w:rsidR="0025139D">
        <w:rPr>
          <w:rFonts w:ascii="ＭＳ 明朝" w:hAnsi="ＭＳ 明朝"/>
          <w:sz w:val="22"/>
          <w:szCs w:val="22"/>
        </w:rPr>
        <w:fldChar w:fldCharType="end"/>
      </w:r>
    </w:p>
    <w:p w14:paraId="10B1EA68" w14:textId="77777777" w:rsidR="00C6330A" w:rsidRPr="00D2602C" w:rsidRDefault="00C6330A" w:rsidP="00C6330A">
      <w:pPr>
        <w:pStyle w:val="a3"/>
        <w:ind w:firstLineChars="200" w:firstLine="444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電　　　話：　　　　　　　　　　　　　　　　FAX：</w:t>
      </w:r>
    </w:p>
    <w:p w14:paraId="147A445E" w14:textId="77777777" w:rsidR="00D2602C" w:rsidRPr="00A06D5A" w:rsidRDefault="00D2602C" w:rsidP="00D2602C">
      <w:pPr>
        <w:pStyle w:val="a3"/>
        <w:ind w:firstLineChars="200" w:firstLine="440"/>
        <w:rPr>
          <w:rFonts w:ascii="ＭＳ 明朝" w:hAnsi="ＭＳ 明朝" w:hint="eastAsia"/>
          <w:spacing w:val="0"/>
          <w:sz w:val="22"/>
          <w:szCs w:val="22"/>
        </w:rPr>
      </w:pPr>
    </w:p>
    <w:tbl>
      <w:tblPr>
        <w:tblW w:w="8505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44"/>
        <w:gridCol w:w="1908"/>
        <w:gridCol w:w="2968"/>
        <w:gridCol w:w="2039"/>
      </w:tblGrid>
      <w:tr w:rsidR="00AF62EC" w:rsidRPr="00A06D5A" w14:paraId="05F424B8" w14:textId="77777777" w:rsidTr="00346D11">
        <w:tblPrEx>
          <w:tblCellMar>
            <w:top w:w="0" w:type="dxa"/>
            <w:bottom w:w="0" w:type="dxa"/>
          </w:tblCellMar>
        </w:tblPrEx>
        <w:trPr>
          <w:cantSplit/>
          <w:trHeight w:hRule="exact" w:val="47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19D808C" w14:textId="77777777" w:rsidR="00AF62EC" w:rsidRPr="00A06D5A" w:rsidRDefault="00AF62EC" w:rsidP="00D74054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594FC2" w14:textId="77777777" w:rsidR="00AF62EC" w:rsidRPr="00A06D5A" w:rsidRDefault="00AF62EC" w:rsidP="00D74054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3755713C" w14:textId="77777777" w:rsidR="00AF62EC" w:rsidRPr="00A06D5A" w:rsidRDefault="00AF62EC" w:rsidP="00346D11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設立年　　　　　　　　年</w:t>
            </w:r>
          </w:p>
        </w:tc>
        <w:tc>
          <w:tcPr>
            <w:tcW w:w="203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63E5E7A2" w14:textId="77777777" w:rsidR="00AF62EC" w:rsidRPr="00A06D5A" w:rsidRDefault="00AF62EC" w:rsidP="00346D11">
            <w:pPr>
              <w:pStyle w:val="a3"/>
              <w:spacing w:before="39"/>
              <w:rPr>
                <w:rFonts w:ascii="ＭＳ 明朝" w:hAnsi="ＭＳ 明朝" w:hint="eastAsia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="00346D11">
              <w:rPr>
                <w:rFonts w:ascii="ＭＳ 明朝" w:hAnsi="ＭＳ 明朝" w:hint="eastAsia"/>
                <w:sz w:val="22"/>
                <w:szCs w:val="22"/>
              </w:rPr>
              <w:t>全従業員数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 xml:space="preserve">　　名</w:t>
            </w:r>
          </w:p>
        </w:tc>
      </w:tr>
      <w:tr w:rsidR="00AF62EC" w:rsidRPr="00A06D5A" w14:paraId="3D008F54" w14:textId="77777777" w:rsidTr="00346D11">
        <w:tblPrEx>
          <w:tblCellMar>
            <w:top w:w="0" w:type="dxa"/>
            <w:bottom w:w="0" w:type="dxa"/>
          </w:tblCellMar>
        </w:tblPrEx>
        <w:trPr>
          <w:gridAfter w:val="4"/>
          <w:wAfter w:w="8459" w:type="dxa"/>
          <w:cantSplit/>
          <w:trHeight w:hRule="exact" w:val="9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316BC8" w14:textId="77777777" w:rsidR="00AF62EC" w:rsidRPr="00A06D5A" w:rsidRDefault="00AF62EC" w:rsidP="00D74054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AF62EC" w:rsidRPr="00A06D5A" w14:paraId="1C638D3D" w14:textId="77777777" w:rsidTr="007E0BF6">
        <w:tblPrEx>
          <w:tblCellMar>
            <w:top w:w="0" w:type="dxa"/>
            <w:bottom w:w="0" w:type="dxa"/>
          </w:tblCellMar>
        </w:tblPrEx>
        <w:trPr>
          <w:cantSplit/>
          <w:trHeight w:hRule="exact" w:val="2102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98761C8" w14:textId="77777777" w:rsidR="00AF62EC" w:rsidRPr="00A06D5A" w:rsidRDefault="00AF62EC" w:rsidP="00D74054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F2573" w14:textId="77777777" w:rsidR="00AF62EC" w:rsidRPr="00A06D5A" w:rsidRDefault="00AF62EC" w:rsidP="00D74054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750C86EA" w14:textId="77777777" w:rsidR="00AF62EC" w:rsidRPr="00A06D5A" w:rsidRDefault="00AF62EC" w:rsidP="00D74054">
            <w:pPr>
              <w:pStyle w:val="a3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  <w:p w14:paraId="7CA0AC8D" w14:textId="77777777" w:rsidR="00AF62EC" w:rsidRPr="00A06D5A" w:rsidRDefault="00AF62EC" w:rsidP="00D74054">
            <w:pPr>
              <w:pStyle w:val="a3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業務内容</w:t>
            </w:r>
          </w:p>
        </w:tc>
        <w:tc>
          <w:tcPr>
            <w:tcW w:w="69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088CA4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 w:hint="eastAsia"/>
                <w:spacing w:val="0"/>
                <w:sz w:val="22"/>
                <w:szCs w:val="22"/>
              </w:rPr>
            </w:pPr>
          </w:p>
          <w:p w14:paraId="52084D50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 w:hint="eastAsia"/>
                <w:spacing w:val="0"/>
                <w:sz w:val="22"/>
                <w:szCs w:val="22"/>
              </w:rPr>
            </w:pPr>
          </w:p>
          <w:p w14:paraId="238AD8D2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 w:hint="eastAsia"/>
                <w:spacing w:val="0"/>
                <w:sz w:val="22"/>
                <w:szCs w:val="22"/>
              </w:rPr>
            </w:pPr>
          </w:p>
          <w:p w14:paraId="20ACB334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 w:hint="eastAsia"/>
                <w:spacing w:val="0"/>
                <w:sz w:val="22"/>
                <w:szCs w:val="22"/>
              </w:rPr>
            </w:pPr>
          </w:p>
        </w:tc>
      </w:tr>
      <w:tr w:rsidR="00AF62EC" w:rsidRPr="00A06D5A" w14:paraId="7B403EA4" w14:textId="77777777" w:rsidTr="00163D5A">
        <w:tblPrEx>
          <w:tblCellMar>
            <w:top w:w="0" w:type="dxa"/>
            <w:bottom w:w="0" w:type="dxa"/>
          </w:tblCellMar>
        </w:tblPrEx>
        <w:trPr>
          <w:cantSplit/>
          <w:trHeight w:hRule="exact" w:val="1445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2E0B3E" w14:textId="77777777" w:rsidR="00AF62EC" w:rsidRPr="00A06D5A" w:rsidRDefault="00AF62EC" w:rsidP="00D74054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21833" w14:textId="77777777" w:rsidR="00AF62EC" w:rsidRPr="00A06D5A" w:rsidRDefault="00AF62EC" w:rsidP="00D74054">
            <w:pPr>
              <w:pStyle w:val="a3"/>
              <w:jc w:val="center"/>
              <w:rPr>
                <w:rFonts w:ascii="ＭＳ 明朝" w:hAnsi="ＭＳ 明朝" w:hint="eastAsia"/>
                <w:spacing w:val="0"/>
                <w:sz w:val="22"/>
                <w:szCs w:val="22"/>
              </w:rPr>
            </w:pPr>
          </w:p>
          <w:p w14:paraId="53172BBA" w14:textId="77777777" w:rsidR="00AF62EC" w:rsidRPr="00A06D5A" w:rsidRDefault="00AF62EC" w:rsidP="00D74054">
            <w:pPr>
              <w:pStyle w:val="a3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得意分野</w:t>
            </w:r>
          </w:p>
          <w:p w14:paraId="3AF5582F" w14:textId="77777777" w:rsidR="00AF62EC" w:rsidRPr="00163D5A" w:rsidRDefault="00AF62EC" w:rsidP="00163D5A">
            <w:pPr>
              <w:pStyle w:val="a3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（業務）</w:t>
            </w:r>
          </w:p>
        </w:tc>
        <w:tc>
          <w:tcPr>
            <w:tcW w:w="69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44E634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</w:tbl>
    <w:p w14:paraId="6AB00D31" w14:textId="77777777" w:rsidR="00AF62EC" w:rsidRPr="00A06D5A" w:rsidRDefault="00AF62EC" w:rsidP="00AF62EC">
      <w:pPr>
        <w:pStyle w:val="a3"/>
        <w:spacing w:line="184" w:lineRule="exact"/>
        <w:rPr>
          <w:rFonts w:ascii="ＭＳ 明朝" w:hAnsi="ＭＳ 明朝"/>
          <w:spacing w:val="0"/>
          <w:sz w:val="22"/>
          <w:szCs w:val="22"/>
        </w:rPr>
      </w:pPr>
    </w:p>
    <w:p w14:paraId="7EF6F520" w14:textId="77777777" w:rsidR="00346D11" w:rsidRDefault="00346D11" w:rsidP="00AF62EC">
      <w:pPr>
        <w:pStyle w:val="a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※会</w:t>
      </w:r>
      <w:r w:rsidR="00AF62EC" w:rsidRPr="00A06D5A">
        <w:rPr>
          <w:rFonts w:ascii="ＭＳ 明朝" w:hAnsi="ＭＳ 明朝" w:hint="eastAsia"/>
          <w:sz w:val="22"/>
          <w:szCs w:val="22"/>
        </w:rPr>
        <w:t>社組織図を添付してください。</w:t>
      </w:r>
    </w:p>
    <w:p w14:paraId="6326D524" w14:textId="77777777" w:rsidR="00AF62EC" w:rsidRPr="00A06D5A" w:rsidRDefault="00AF62EC" w:rsidP="00AF62EC">
      <w:pPr>
        <w:pStyle w:val="a3"/>
        <w:rPr>
          <w:rFonts w:ascii="ＭＳ 明朝" w:hAnsi="ＭＳ 明朝" w:hint="eastAsia"/>
          <w:sz w:val="22"/>
          <w:szCs w:val="22"/>
        </w:rPr>
      </w:pPr>
      <w:r w:rsidRPr="00A06D5A">
        <w:rPr>
          <w:rFonts w:ascii="ＭＳ 明朝" w:hAnsi="ＭＳ 明朝" w:hint="eastAsia"/>
          <w:sz w:val="22"/>
          <w:szCs w:val="22"/>
        </w:rPr>
        <w:t>※会社の概要が記載された既存の資料（パンフレット）等があれば添付してください。</w:t>
      </w:r>
    </w:p>
    <w:p w14:paraId="63CBC47B" w14:textId="77777777" w:rsidR="00AF62EC" w:rsidRPr="00346D11" w:rsidRDefault="00AF62EC" w:rsidP="00AF62EC">
      <w:pPr>
        <w:pStyle w:val="a3"/>
        <w:rPr>
          <w:rFonts w:ascii="ＭＳ 明朝" w:hAnsi="ＭＳ 明朝" w:hint="eastAsia"/>
          <w:sz w:val="22"/>
          <w:szCs w:val="22"/>
        </w:rPr>
      </w:pPr>
    </w:p>
    <w:p w14:paraId="1B3D8CEF" w14:textId="77777777" w:rsidR="00AF62EC" w:rsidRPr="00F428CE" w:rsidRDefault="00AF62EC" w:rsidP="004A771C">
      <w:pPr>
        <w:pStyle w:val="a3"/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 w:rsidRPr="00F428CE">
        <w:rPr>
          <w:rFonts w:ascii="ＭＳ 明朝" w:hAnsi="ＭＳ 明朝" w:hint="eastAsia"/>
          <w:sz w:val="22"/>
          <w:szCs w:val="22"/>
        </w:rPr>
        <w:t>過去に官公庁及び関係団体から</w:t>
      </w:r>
      <w:r w:rsidR="009C7206" w:rsidRPr="00F428CE">
        <w:rPr>
          <w:rFonts w:ascii="ＭＳ 明朝" w:hAnsi="ＭＳ 明朝" w:hint="eastAsia"/>
          <w:sz w:val="22"/>
          <w:szCs w:val="22"/>
        </w:rPr>
        <w:t>受注</w:t>
      </w:r>
      <w:r w:rsidRPr="00F428CE">
        <w:rPr>
          <w:rFonts w:ascii="ＭＳ 明朝" w:hAnsi="ＭＳ 明朝" w:hint="eastAsia"/>
          <w:sz w:val="22"/>
          <w:szCs w:val="22"/>
        </w:rPr>
        <w:t>した</w:t>
      </w:r>
      <w:r w:rsidR="0056682E" w:rsidRPr="00F428CE">
        <w:rPr>
          <w:rFonts w:ascii="ＭＳ 明朝" w:hAnsi="ＭＳ 明朝" w:hint="eastAsia"/>
          <w:sz w:val="22"/>
          <w:szCs w:val="22"/>
        </w:rPr>
        <w:t>同類事業</w:t>
      </w:r>
      <w:r w:rsidRPr="00F428CE">
        <w:rPr>
          <w:rFonts w:ascii="ＭＳ 明朝" w:hAnsi="ＭＳ 明朝" w:hint="eastAsia"/>
          <w:sz w:val="22"/>
          <w:szCs w:val="22"/>
        </w:rPr>
        <w:t>内容の実績（沖縄県内または他都道府県）平成</w:t>
      </w:r>
      <w:r w:rsidR="00163D5A" w:rsidRPr="00F428CE">
        <w:rPr>
          <w:rFonts w:ascii="ＭＳ 明朝" w:hAnsi="ＭＳ 明朝" w:hint="eastAsia"/>
          <w:sz w:val="22"/>
          <w:szCs w:val="22"/>
        </w:rPr>
        <w:t>2</w:t>
      </w:r>
      <w:r w:rsidR="0025139D">
        <w:rPr>
          <w:rFonts w:ascii="ＭＳ 明朝" w:hAnsi="ＭＳ 明朝" w:hint="eastAsia"/>
          <w:sz w:val="22"/>
          <w:szCs w:val="22"/>
        </w:rPr>
        <w:t>7</w:t>
      </w:r>
      <w:r w:rsidRPr="00F428CE">
        <w:rPr>
          <w:rFonts w:ascii="ＭＳ 明朝" w:hAnsi="ＭＳ 明朝" w:hint="eastAsia"/>
          <w:sz w:val="22"/>
          <w:szCs w:val="22"/>
        </w:rPr>
        <w:t>年度から平成</w:t>
      </w:r>
      <w:r w:rsidR="0025139D">
        <w:rPr>
          <w:rFonts w:ascii="ＭＳ 明朝" w:hAnsi="ＭＳ 明朝" w:hint="eastAsia"/>
          <w:sz w:val="22"/>
          <w:szCs w:val="22"/>
        </w:rPr>
        <w:t>30</w:t>
      </w:r>
      <w:r w:rsidRPr="00F428CE">
        <w:rPr>
          <w:rFonts w:ascii="ＭＳ 明朝" w:hAnsi="ＭＳ 明朝" w:hint="eastAsia"/>
          <w:sz w:val="22"/>
          <w:szCs w:val="22"/>
        </w:rPr>
        <w:t>年度までに受託した事業で、事業規模の大きなものから順に記入</w:t>
      </w:r>
      <w:r w:rsidR="00A53BE3" w:rsidRPr="00F428CE">
        <w:rPr>
          <w:rFonts w:ascii="ＭＳ 明朝" w:hAnsi="ＭＳ 明朝" w:hint="eastAsia"/>
          <w:sz w:val="22"/>
          <w:szCs w:val="22"/>
        </w:rPr>
        <w:t>して</w:t>
      </w:r>
      <w:r w:rsidRPr="00F428CE">
        <w:rPr>
          <w:rFonts w:ascii="ＭＳ 明朝" w:hAnsi="ＭＳ 明朝" w:hint="eastAsia"/>
          <w:sz w:val="22"/>
          <w:szCs w:val="22"/>
        </w:rPr>
        <w:t>ください。</w:t>
      </w:r>
    </w:p>
    <w:p w14:paraId="23547608" w14:textId="77777777" w:rsidR="00AF62EC" w:rsidRPr="00A06D5A" w:rsidRDefault="00AF62EC" w:rsidP="00AF62EC">
      <w:pPr>
        <w:pStyle w:val="a3"/>
        <w:spacing w:line="105" w:lineRule="exact"/>
        <w:rPr>
          <w:rFonts w:ascii="ＭＳ 明朝" w:hAnsi="ＭＳ 明朝"/>
          <w:spacing w:val="0"/>
          <w:sz w:val="22"/>
          <w:szCs w:val="22"/>
        </w:rPr>
      </w:pPr>
    </w:p>
    <w:p w14:paraId="7A40D623" w14:textId="77777777" w:rsidR="00AF62EC" w:rsidRPr="00A06D5A" w:rsidRDefault="00AF62EC" w:rsidP="00AF62EC">
      <w:pPr>
        <w:pStyle w:val="a3"/>
        <w:spacing w:line="39" w:lineRule="exact"/>
        <w:rPr>
          <w:rFonts w:ascii="ＭＳ 明朝" w:hAnsi="ＭＳ 明朝" w:hint="eastAsia"/>
          <w:spacing w:val="0"/>
          <w:sz w:val="22"/>
          <w:szCs w:val="22"/>
        </w:rPr>
      </w:pPr>
      <w:r w:rsidRPr="00A06D5A">
        <w:rPr>
          <w:rFonts w:ascii="ＭＳ 明朝" w:hAnsi="ＭＳ 明朝" w:hint="eastAsia"/>
          <w:spacing w:val="0"/>
          <w:sz w:val="22"/>
          <w:szCs w:val="22"/>
        </w:rPr>
        <w:t xml:space="preserve">　</w:t>
      </w:r>
    </w:p>
    <w:p w14:paraId="2463F6A0" w14:textId="77777777" w:rsidR="00AF62EC" w:rsidRPr="00A06D5A" w:rsidRDefault="00AF62EC" w:rsidP="00AF62EC">
      <w:pPr>
        <w:pStyle w:val="a3"/>
        <w:spacing w:line="39" w:lineRule="exact"/>
        <w:rPr>
          <w:rFonts w:ascii="ＭＳ 明朝" w:hAnsi="ＭＳ 明朝"/>
          <w:spacing w:val="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EB52D0" w:rsidRPr="00695AEC" w14:paraId="2B215128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29F91FFC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554CC171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受注年月日</w:t>
            </w:r>
          </w:p>
          <w:p w14:paraId="7CA5DD0B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021DFCC4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537691CA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発注者</w:t>
            </w:r>
          </w:p>
          <w:p w14:paraId="06C3E122" w14:textId="77777777" w:rsidR="00163D5A" w:rsidRPr="00695AEC" w:rsidRDefault="00163D5A" w:rsidP="00695AEC">
            <w:pPr>
              <w:pStyle w:val="a3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23A08B4D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  <w:p w14:paraId="610CDA6B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印刷物の名称</w:t>
            </w:r>
          </w:p>
        </w:tc>
        <w:tc>
          <w:tcPr>
            <w:tcW w:w="1741" w:type="dxa"/>
            <w:shd w:val="clear" w:color="auto" w:fill="auto"/>
          </w:tcPr>
          <w:p w14:paraId="452425B8" w14:textId="77777777" w:rsidR="00EB52D0" w:rsidRPr="00695AEC" w:rsidRDefault="00EB52D0" w:rsidP="00271BE7">
            <w:pPr>
              <w:pStyle w:val="a3"/>
              <w:spacing w:line="1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16C7DE6F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内容</w:t>
            </w:r>
          </w:p>
          <w:p w14:paraId="0CAD12F5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="007F7A56" w:rsidRPr="00695AEC">
              <w:rPr>
                <w:rFonts w:ascii="ＭＳ 明朝" w:hAnsi="ＭＳ 明朝" w:hint="eastAsia"/>
                <w:sz w:val="22"/>
                <w:szCs w:val="22"/>
              </w:rPr>
              <w:t>チラシ</w:t>
            </w:r>
            <w:r w:rsidRPr="00695AEC">
              <w:rPr>
                <w:rFonts w:ascii="ＭＳ 明朝" w:hAnsi="ＭＳ 明朝" w:hint="eastAsia"/>
                <w:sz w:val="22"/>
                <w:szCs w:val="22"/>
              </w:rPr>
              <w:t>など)</w:t>
            </w:r>
          </w:p>
        </w:tc>
        <w:tc>
          <w:tcPr>
            <w:tcW w:w="1741" w:type="dxa"/>
            <w:shd w:val="clear" w:color="auto" w:fill="auto"/>
          </w:tcPr>
          <w:p w14:paraId="66BCF12E" w14:textId="77777777" w:rsidR="00EB52D0" w:rsidRPr="00695AEC" w:rsidRDefault="00EB52D0" w:rsidP="00271BE7">
            <w:pPr>
              <w:pStyle w:val="a3"/>
              <w:spacing w:line="1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797D6A0B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事業規模</w:t>
            </w:r>
          </w:p>
          <w:p w14:paraId="5B5A1D42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(受注金額)</w:t>
            </w:r>
          </w:p>
        </w:tc>
      </w:tr>
      <w:tr w:rsidR="00EB52D0" w:rsidRPr="00695AEC" w14:paraId="317865D7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38333FC0" w14:textId="77777777" w:rsidR="00163D5A" w:rsidRPr="00695AEC" w:rsidRDefault="00163D5A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212188E3" w14:textId="77777777" w:rsidR="00163D5A" w:rsidRPr="00695AEC" w:rsidRDefault="00163D5A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平成　　　年</w:t>
            </w:r>
          </w:p>
          <w:p w14:paraId="1E8D21AB" w14:textId="77777777" w:rsidR="007E0BF6" w:rsidRPr="00695AEC" w:rsidRDefault="007E0BF6" w:rsidP="00AF62EC">
            <w:pPr>
              <w:pStyle w:val="a3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27514F40" w14:textId="77777777" w:rsidR="00EB52D0" w:rsidRPr="00695AEC" w:rsidRDefault="00EB52D0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755A1194" w14:textId="77777777" w:rsidR="00EB52D0" w:rsidRPr="00695AEC" w:rsidRDefault="00EB52D0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1B6157F9" w14:textId="77777777" w:rsidR="00EB52D0" w:rsidRPr="00695AEC" w:rsidRDefault="00EB52D0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0078B305" w14:textId="77777777" w:rsidR="00EB52D0" w:rsidRPr="00695AEC" w:rsidRDefault="00EB52D0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D5A" w:rsidRPr="00695AEC" w14:paraId="42DE7C19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72E7A439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3B94101D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平成　　　年</w:t>
            </w:r>
          </w:p>
          <w:p w14:paraId="3A3AEBE5" w14:textId="77777777" w:rsidR="007E0BF6" w:rsidRPr="00695AEC" w:rsidRDefault="007E0BF6" w:rsidP="00163D5A">
            <w:pPr>
              <w:pStyle w:val="a3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01789559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0A06330E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2AE14AA6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1FF987E1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D5A" w:rsidRPr="00695AEC" w14:paraId="27D75C4C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6C4B937F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2A667183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平成　　　年</w:t>
            </w:r>
          </w:p>
          <w:p w14:paraId="371D8A87" w14:textId="77777777" w:rsidR="007E0BF6" w:rsidRPr="00695AEC" w:rsidRDefault="007E0BF6" w:rsidP="00163D5A">
            <w:pPr>
              <w:pStyle w:val="a3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03583204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6983762D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73599B6C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4FAC80D5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D5A" w:rsidRPr="00695AEC" w14:paraId="4A5D5694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0BFC9F30" w14:textId="77777777" w:rsidR="007E0BF6" w:rsidRPr="00695AEC" w:rsidRDefault="007E0BF6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7573A42A" w14:textId="77777777" w:rsidR="00163D5A" w:rsidRPr="00695AEC" w:rsidRDefault="007E0BF6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平成　　　年</w:t>
            </w:r>
          </w:p>
          <w:p w14:paraId="706DD425" w14:textId="77777777" w:rsidR="007E0BF6" w:rsidRPr="00695AEC" w:rsidRDefault="007E0BF6" w:rsidP="00163D5A">
            <w:pPr>
              <w:pStyle w:val="a3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40707711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3594A91C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23285A29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5E179934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79CF3AD0" w14:textId="77777777" w:rsidR="00C6330A" w:rsidRDefault="00C6330A" w:rsidP="00AF62EC">
      <w:pPr>
        <w:pStyle w:val="a3"/>
        <w:rPr>
          <w:rFonts w:ascii="ＭＳ 明朝" w:hAnsi="ＭＳ 明朝"/>
          <w:sz w:val="22"/>
          <w:szCs w:val="22"/>
        </w:rPr>
      </w:pPr>
    </w:p>
    <w:p w14:paraId="1E102F9B" w14:textId="77777777" w:rsidR="00C6330A" w:rsidRDefault="00C6330A" w:rsidP="00AF62EC">
      <w:pPr>
        <w:pStyle w:val="a3"/>
        <w:rPr>
          <w:rFonts w:ascii="ＭＳ 明朝" w:hAnsi="ＭＳ 明朝"/>
          <w:sz w:val="22"/>
          <w:szCs w:val="22"/>
        </w:rPr>
      </w:pPr>
    </w:p>
    <w:p w14:paraId="6DFF1277" w14:textId="77777777" w:rsidR="00AF62EC" w:rsidRPr="00A06D5A" w:rsidRDefault="00AF62EC" w:rsidP="00AF62EC">
      <w:pPr>
        <w:pStyle w:val="a3"/>
        <w:rPr>
          <w:rFonts w:ascii="ＭＳ 明朝" w:hAnsi="ＭＳ 明朝" w:hint="eastAsia"/>
          <w:sz w:val="22"/>
          <w:szCs w:val="22"/>
        </w:rPr>
      </w:pPr>
      <w:r w:rsidRPr="00A06D5A">
        <w:rPr>
          <w:rFonts w:ascii="ＭＳ 明朝" w:hAnsi="ＭＳ 明朝" w:hint="eastAsia"/>
          <w:sz w:val="22"/>
          <w:szCs w:val="22"/>
        </w:rPr>
        <w:lastRenderedPageBreak/>
        <w:t>3．現在の業務受注状況</w:t>
      </w:r>
    </w:p>
    <w:p w14:paraId="6D74522B" w14:textId="77777777" w:rsidR="00AF62EC" w:rsidRPr="00A06D5A" w:rsidRDefault="00F428CE" w:rsidP="007F7A56">
      <w:pPr>
        <w:pStyle w:val="a3"/>
        <w:ind w:left="2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本書類</w:t>
      </w:r>
      <w:r w:rsidRPr="005B1496">
        <w:rPr>
          <w:rFonts w:ascii="ＭＳ 明朝" w:hAnsi="ＭＳ 明朝" w:hint="eastAsia"/>
          <w:sz w:val="22"/>
          <w:szCs w:val="22"/>
        </w:rPr>
        <w:t>の提出日から</w:t>
      </w:r>
      <w:r w:rsidR="0056682E" w:rsidRPr="005B1496">
        <w:rPr>
          <w:rFonts w:ascii="ＭＳ 明朝" w:hAnsi="ＭＳ 明朝" w:hint="eastAsia"/>
          <w:sz w:val="22"/>
          <w:szCs w:val="22"/>
        </w:rPr>
        <w:t>、</w:t>
      </w:r>
      <w:r w:rsidR="0025139D" w:rsidRPr="005B1496">
        <w:rPr>
          <w:rFonts w:ascii="ＭＳ 明朝" w:hAnsi="ＭＳ 明朝" w:hint="eastAsia"/>
          <w:sz w:val="22"/>
          <w:szCs w:val="22"/>
        </w:rPr>
        <w:t>令和2</w:t>
      </w:r>
      <w:r w:rsidR="00AF62EC" w:rsidRPr="005B1496">
        <w:rPr>
          <w:rFonts w:ascii="ＭＳ 明朝" w:hAnsi="ＭＳ 明朝" w:hint="eastAsia"/>
          <w:sz w:val="22"/>
          <w:szCs w:val="22"/>
        </w:rPr>
        <w:t>年</w:t>
      </w:r>
      <w:r w:rsidR="0056682E" w:rsidRPr="005B1496">
        <w:rPr>
          <w:rFonts w:ascii="ＭＳ 明朝" w:hAnsi="ＭＳ 明朝" w:hint="eastAsia"/>
          <w:sz w:val="22"/>
          <w:szCs w:val="22"/>
        </w:rPr>
        <w:t>3月</w:t>
      </w:r>
      <w:r w:rsidR="00604A68" w:rsidRPr="005B1496">
        <w:rPr>
          <w:rFonts w:ascii="ＭＳ 明朝" w:hAnsi="ＭＳ 明朝" w:hint="eastAsia"/>
          <w:sz w:val="22"/>
          <w:szCs w:val="22"/>
        </w:rPr>
        <w:t>31</w:t>
      </w:r>
      <w:r w:rsidR="00AF62EC" w:rsidRPr="005B1496">
        <w:rPr>
          <w:rFonts w:ascii="ＭＳ 明朝" w:hAnsi="ＭＳ 明朝" w:hint="eastAsia"/>
          <w:sz w:val="22"/>
          <w:szCs w:val="22"/>
        </w:rPr>
        <w:t>日まで</w:t>
      </w:r>
      <w:r w:rsidR="00AF62EC" w:rsidRPr="00A06D5A">
        <w:rPr>
          <w:rFonts w:ascii="ＭＳ 明朝" w:hAnsi="ＭＳ 明朝" w:hint="eastAsia"/>
          <w:sz w:val="22"/>
          <w:szCs w:val="22"/>
        </w:rPr>
        <w:t>に官公庁</w:t>
      </w:r>
      <w:r w:rsidR="00604A68" w:rsidRPr="00A06D5A">
        <w:rPr>
          <w:rFonts w:ascii="ＭＳ 明朝" w:hAnsi="ＭＳ 明朝" w:hint="eastAsia"/>
          <w:sz w:val="22"/>
          <w:szCs w:val="22"/>
        </w:rPr>
        <w:t>及び関係団体から</w:t>
      </w:r>
      <w:r>
        <w:rPr>
          <w:rFonts w:ascii="ＭＳ 明朝" w:hAnsi="ＭＳ 明朝" w:hint="eastAsia"/>
          <w:sz w:val="22"/>
          <w:szCs w:val="22"/>
        </w:rPr>
        <w:t>の委託を受けて業務を行う事業について、事業規模の大きなものから順に記入してください。</w:t>
      </w:r>
    </w:p>
    <w:p w14:paraId="22812E0A" w14:textId="77777777" w:rsidR="00AF62EC" w:rsidRPr="00A06D5A" w:rsidRDefault="00AF62EC" w:rsidP="00AF62EC">
      <w:pPr>
        <w:pStyle w:val="a3"/>
        <w:spacing w:line="105" w:lineRule="exact"/>
        <w:rPr>
          <w:rFonts w:ascii="ＭＳ 明朝" w:hAnsi="ＭＳ 明朝"/>
          <w:spacing w:val="0"/>
          <w:sz w:val="22"/>
          <w:szCs w:val="22"/>
        </w:rPr>
      </w:pPr>
    </w:p>
    <w:p w14:paraId="50CFF732" w14:textId="77777777" w:rsidR="00AF62EC" w:rsidRPr="00A06D5A" w:rsidRDefault="00AF62EC" w:rsidP="00AF62EC">
      <w:pPr>
        <w:pStyle w:val="a3"/>
        <w:spacing w:line="39" w:lineRule="exact"/>
        <w:rPr>
          <w:rFonts w:ascii="ＭＳ 明朝" w:hAnsi="ＭＳ 明朝" w:hint="eastAsia"/>
          <w:spacing w:val="0"/>
          <w:sz w:val="22"/>
          <w:szCs w:val="22"/>
        </w:rPr>
      </w:pPr>
    </w:p>
    <w:p w14:paraId="554B1088" w14:textId="77777777" w:rsidR="00AF62EC" w:rsidRPr="00A06D5A" w:rsidRDefault="00AF62EC" w:rsidP="00AF62EC">
      <w:pPr>
        <w:pStyle w:val="a3"/>
        <w:spacing w:line="39" w:lineRule="exact"/>
        <w:rPr>
          <w:rFonts w:ascii="ＭＳ 明朝" w:hAnsi="ＭＳ 明朝"/>
          <w:spacing w:val="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7F7A56" w:rsidRPr="00695AEC" w14:paraId="0E15329C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3BC6034E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6798F45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受注年月日</w:t>
            </w:r>
          </w:p>
          <w:p w14:paraId="707A0BED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15287657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4C50A92B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発注者</w:t>
            </w:r>
          </w:p>
          <w:p w14:paraId="4D76ADFD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5CFD94CE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  <w:p w14:paraId="07429122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印刷物の名称</w:t>
            </w:r>
          </w:p>
        </w:tc>
        <w:tc>
          <w:tcPr>
            <w:tcW w:w="1741" w:type="dxa"/>
            <w:shd w:val="clear" w:color="auto" w:fill="auto"/>
          </w:tcPr>
          <w:p w14:paraId="1FC68737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1E3E15DC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内容</w:t>
            </w:r>
          </w:p>
          <w:p w14:paraId="4ED95A55" w14:textId="77777777" w:rsidR="007F7A56" w:rsidRPr="00695AEC" w:rsidRDefault="007F7A56" w:rsidP="00F428CE">
            <w:pPr>
              <w:pStyle w:val="a3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036B5EAD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491BC69F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事業規模</w:t>
            </w:r>
          </w:p>
          <w:p w14:paraId="499FAF4E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(受注金額)</w:t>
            </w:r>
          </w:p>
        </w:tc>
      </w:tr>
      <w:tr w:rsidR="007F7A56" w:rsidRPr="00695AEC" w14:paraId="5AF089FF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5E433408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532FFAEF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平成　　　年</w:t>
            </w:r>
          </w:p>
          <w:p w14:paraId="72BA8F78" w14:textId="77777777" w:rsidR="007F7A56" w:rsidRPr="00695AEC" w:rsidRDefault="007F7A56" w:rsidP="00695AEC">
            <w:pPr>
              <w:pStyle w:val="a3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7A1ED6F7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0C29C2FC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3929FDC3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1AF8EEDE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F7A56" w:rsidRPr="00695AEC" w14:paraId="4AB9EFDA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58EAE330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461A8353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平成　　　年</w:t>
            </w:r>
          </w:p>
          <w:p w14:paraId="022CEDA9" w14:textId="77777777" w:rsidR="007F7A56" w:rsidRPr="00695AEC" w:rsidRDefault="007F7A56" w:rsidP="00695AEC">
            <w:pPr>
              <w:pStyle w:val="a3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10A60C18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4D2AA1D4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778F19D4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47DED5B9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F7A56" w:rsidRPr="00695AEC" w14:paraId="4AC11B4B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5A334946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7C8EDC6A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平成　　　年</w:t>
            </w:r>
          </w:p>
          <w:p w14:paraId="0FAAD47C" w14:textId="77777777" w:rsidR="007F7A56" w:rsidRPr="00695AEC" w:rsidRDefault="007F7A56" w:rsidP="00695AEC">
            <w:pPr>
              <w:pStyle w:val="a3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27A643D5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3085115B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7BF794C4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641312B2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F7A56" w:rsidRPr="00695AEC" w14:paraId="36873A96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6D40E3E9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6D744F69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平成　　　年</w:t>
            </w:r>
          </w:p>
          <w:p w14:paraId="22177365" w14:textId="77777777" w:rsidR="007F7A56" w:rsidRPr="00695AEC" w:rsidRDefault="007F7A56" w:rsidP="00695AEC">
            <w:pPr>
              <w:pStyle w:val="a3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78B2B418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7AB3E4B7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625A452D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3C1CC390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7CDF6D12" w14:textId="77777777" w:rsidR="004B7516" w:rsidRDefault="004B7516">
      <w:pPr>
        <w:pStyle w:val="a3"/>
        <w:rPr>
          <w:rFonts w:ascii="ＭＳ 明朝" w:hAnsi="ＭＳ 明朝"/>
          <w:sz w:val="22"/>
          <w:szCs w:val="22"/>
        </w:rPr>
      </w:pPr>
    </w:p>
    <w:p w14:paraId="226850EA" w14:textId="77777777" w:rsidR="00803C61" w:rsidRDefault="00803C61">
      <w:pPr>
        <w:pStyle w:val="a3"/>
        <w:rPr>
          <w:rFonts w:ascii="ＭＳ 明朝" w:hAnsi="ＭＳ 明朝"/>
          <w:sz w:val="22"/>
          <w:szCs w:val="22"/>
        </w:rPr>
      </w:pPr>
    </w:p>
    <w:p w14:paraId="16F4E0C6" w14:textId="77777777" w:rsidR="00803C61" w:rsidRPr="00A06D5A" w:rsidRDefault="00803C61">
      <w:pPr>
        <w:pStyle w:val="a3"/>
        <w:rPr>
          <w:rFonts w:ascii="ＭＳ 明朝" w:hAnsi="ＭＳ 明朝" w:hint="eastAsia"/>
          <w:sz w:val="22"/>
          <w:szCs w:val="22"/>
        </w:rPr>
      </w:pPr>
    </w:p>
    <w:p w14:paraId="4B5FD582" w14:textId="77777777" w:rsidR="007F7A56" w:rsidRPr="007F7A56" w:rsidRDefault="007F7A56" w:rsidP="007F7A56">
      <w:pPr>
        <w:wordWrap w:val="0"/>
        <w:autoSpaceDE w:val="0"/>
        <w:autoSpaceDN w:val="0"/>
        <w:adjustRightInd w:val="0"/>
        <w:spacing w:line="289" w:lineRule="exact"/>
        <w:rPr>
          <w:rFonts w:ascii="ＭＳ 明朝" w:hAnsi="ＭＳ 明朝" w:cs="ＭＳ 明朝"/>
          <w:spacing w:val="1"/>
          <w:kern w:val="0"/>
          <w:sz w:val="22"/>
          <w:szCs w:val="22"/>
          <w:lang w:bidi="ar-SA"/>
        </w:rPr>
      </w:pPr>
      <w:r w:rsidRPr="007F7A56">
        <w:rPr>
          <w:rFonts w:ascii="ＭＳ 明朝" w:hAnsi="ＭＳ 明朝" w:cs="ＭＳ 明朝" w:hint="eastAsia"/>
          <w:spacing w:val="1"/>
          <w:kern w:val="0"/>
          <w:sz w:val="22"/>
          <w:szCs w:val="22"/>
          <w:lang w:bidi="ar-SA"/>
        </w:rPr>
        <w:t>■提出先：</w:t>
      </w:r>
    </w:p>
    <w:p w14:paraId="368EC44E" w14:textId="77777777" w:rsidR="0025139D" w:rsidRDefault="0025139D" w:rsidP="0025139D">
      <w:pPr>
        <w:pStyle w:val="ab"/>
        <w:ind w:leftChars="0" w:left="0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〒901-0152　沖縄県那覇市小禄1831番地1　産業支援センター2階</w:t>
      </w:r>
    </w:p>
    <w:p w14:paraId="1E0DA347" w14:textId="77777777" w:rsidR="00A53BE3" w:rsidRDefault="007F7A56" w:rsidP="007F7A56">
      <w:pPr>
        <w:wordWrap w:val="0"/>
        <w:autoSpaceDE w:val="0"/>
        <w:autoSpaceDN w:val="0"/>
        <w:adjustRightInd w:val="0"/>
        <w:spacing w:line="289" w:lineRule="exact"/>
        <w:rPr>
          <w:rFonts w:ascii="ＭＳ 明朝" w:hAnsi="ＭＳ 明朝"/>
          <w:sz w:val="22"/>
          <w:szCs w:val="22"/>
          <w:lang w:bidi="ar-SA"/>
        </w:rPr>
      </w:pPr>
      <w:r w:rsidRPr="007F7A56">
        <w:rPr>
          <w:rFonts w:ascii="ＭＳ 明朝" w:hAnsi="ＭＳ 明朝" w:hint="eastAsia"/>
          <w:sz w:val="22"/>
          <w:szCs w:val="22"/>
          <w:lang w:bidi="ar-SA"/>
        </w:rPr>
        <w:t>一般財団法人沖縄観光コンベンションビューロー</w:t>
      </w:r>
    </w:p>
    <w:p w14:paraId="0C3DA473" w14:textId="77777777" w:rsidR="007F7A56" w:rsidRPr="007F7A56" w:rsidRDefault="00733E9C" w:rsidP="007F7A56">
      <w:pPr>
        <w:wordWrap w:val="0"/>
        <w:autoSpaceDE w:val="0"/>
        <w:autoSpaceDN w:val="0"/>
        <w:adjustRightInd w:val="0"/>
        <w:spacing w:line="289" w:lineRule="exact"/>
        <w:rPr>
          <w:rFonts w:ascii="ＭＳ 明朝" w:hAnsi="ＭＳ 明朝"/>
          <w:sz w:val="22"/>
          <w:szCs w:val="22"/>
          <w:lang w:bidi="ar-SA"/>
        </w:rPr>
      </w:pPr>
      <w:r>
        <w:rPr>
          <w:rFonts w:ascii="ＭＳ 明朝" w:hAnsi="ＭＳ 明朝" w:hint="eastAsia"/>
          <w:sz w:val="22"/>
          <w:szCs w:val="22"/>
          <w:lang w:bidi="ar-SA"/>
        </w:rPr>
        <w:t>誘客</w:t>
      </w:r>
      <w:r w:rsidR="007F7A56" w:rsidRPr="007F7A56">
        <w:rPr>
          <w:rFonts w:ascii="ＭＳ 明朝" w:hAnsi="ＭＳ 明朝" w:hint="eastAsia"/>
          <w:sz w:val="22"/>
          <w:szCs w:val="22"/>
          <w:lang w:bidi="ar-SA"/>
        </w:rPr>
        <w:t>事業部　国内プロモーション課</w:t>
      </w:r>
    </w:p>
    <w:p w14:paraId="33DA9875" w14:textId="77777777" w:rsidR="00592878" w:rsidRDefault="00592878" w:rsidP="00592878">
      <w:pPr>
        <w:pStyle w:val="ab"/>
        <w:ind w:leftChars="0" w:left="0"/>
        <w:rPr>
          <w:rFonts w:ascii="ＭＳ 明朝" w:hAnsi="ＭＳ 明朝"/>
          <w:sz w:val="22"/>
        </w:rPr>
      </w:pPr>
      <w:r w:rsidRPr="007F7A56">
        <w:rPr>
          <w:rFonts w:ascii="ＭＳ 明朝" w:hAnsi="ＭＳ 明朝" w:hint="eastAsia"/>
          <w:sz w:val="22"/>
        </w:rPr>
        <w:t>担当</w:t>
      </w:r>
      <w:r w:rsidR="00EC56AB">
        <w:rPr>
          <w:rFonts w:ascii="ＭＳ 明朝" w:hAnsi="ＭＳ 明朝" w:hint="eastAsia"/>
          <w:sz w:val="22"/>
        </w:rPr>
        <w:t>：</w:t>
      </w:r>
      <w:r w:rsidR="0025139D">
        <w:rPr>
          <w:rFonts w:ascii="ＭＳ 明朝" w:hAnsi="ＭＳ 明朝" w:hint="eastAsia"/>
          <w:sz w:val="22"/>
        </w:rPr>
        <w:t>神谷</w:t>
      </w:r>
      <w:r w:rsidR="007F7A56">
        <w:rPr>
          <w:rFonts w:ascii="ＭＳ 明朝" w:hAnsi="ＭＳ 明朝" w:hint="eastAsia"/>
          <w:sz w:val="22"/>
        </w:rPr>
        <w:t>／</w:t>
      </w:r>
      <w:r w:rsidR="0025139D">
        <w:rPr>
          <w:rFonts w:ascii="ＭＳ 明朝" w:hAnsi="ＭＳ 明朝" w:hint="eastAsia"/>
          <w:sz w:val="22"/>
        </w:rPr>
        <w:t>阿嘉</w:t>
      </w:r>
    </w:p>
    <w:p w14:paraId="6417A1AF" w14:textId="77777777" w:rsidR="00B209AD" w:rsidRDefault="00B209AD" w:rsidP="00592878">
      <w:pPr>
        <w:pStyle w:val="ab"/>
        <w:ind w:leftChars="0" w:left="0"/>
        <w:rPr>
          <w:rFonts w:ascii="ＭＳ 明朝" w:hAnsi="ＭＳ 明朝" w:hint="eastAsia"/>
          <w:sz w:val="22"/>
        </w:rPr>
      </w:pPr>
    </w:p>
    <w:p w14:paraId="79A2A6F7" w14:textId="77777777" w:rsidR="005C2BDB" w:rsidRPr="00803C61" w:rsidRDefault="005C2BDB" w:rsidP="00803C61">
      <w:pPr>
        <w:wordWrap w:val="0"/>
        <w:autoSpaceDE w:val="0"/>
        <w:autoSpaceDN w:val="0"/>
        <w:adjustRightInd w:val="0"/>
        <w:spacing w:line="289" w:lineRule="exact"/>
        <w:rPr>
          <w:rFonts w:cs="ＭＳ 明朝" w:hint="eastAsia"/>
          <w:spacing w:val="1"/>
          <w:kern w:val="0"/>
          <w:sz w:val="22"/>
          <w:szCs w:val="22"/>
          <w:lang w:bidi="ar-SA"/>
        </w:rPr>
      </w:pPr>
    </w:p>
    <w:sectPr w:rsidR="005C2BDB" w:rsidRPr="00803C61" w:rsidSect="007F7A56">
      <w:headerReference w:type="default" r:id="rId8"/>
      <w:footerReference w:type="default" r:id="rId9"/>
      <w:pgSz w:w="11906" w:h="16838"/>
      <w:pgMar w:top="1985" w:right="1418" w:bottom="1701" w:left="1418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C4E411" w14:textId="77777777" w:rsidR="00F90D5F" w:rsidRDefault="00F90D5F" w:rsidP="004B7516">
      <w:r>
        <w:separator/>
      </w:r>
    </w:p>
  </w:endnote>
  <w:endnote w:type="continuationSeparator" w:id="0">
    <w:p w14:paraId="3E4C283B" w14:textId="77777777" w:rsidR="00F90D5F" w:rsidRDefault="00F90D5F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B7F72" w14:textId="77777777" w:rsidR="001E4392" w:rsidRDefault="001E4392">
    <w:pPr>
      <w:pStyle w:val="a8"/>
      <w:jc w:val="center"/>
    </w:pPr>
    <w:r>
      <w:rPr>
        <w:lang w:val="ja-JP"/>
      </w:rPr>
      <w:t xml:space="preserve"> </w:t>
    </w:r>
    <w:r>
      <w:rPr>
        <w:b/>
        <w:sz w:val="24"/>
      </w:rPr>
      <w:fldChar w:fldCharType="begin"/>
    </w:r>
    <w:r>
      <w:rPr>
        <w:b/>
      </w:rPr>
      <w:instrText>PAGE</w:instrText>
    </w:r>
    <w:r>
      <w:rPr>
        <w:b/>
        <w:sz w:val="24"/>
      </w:rPr>
      <w:fldChar w:fldCharType="separate"/>
    </w:r>
    <w:r w:rsidR="00B21877">
      <w:rPr>
        <w:b/>
        <w:noProof/>
      </w:rPr>
      <w:t>1</w:t>
    </w:r>
    <w:r>
      <w:rPr>
        <w:b/>
        <w:sz w:val="24"/>
      </w:rPr>
      <w:fldChar w:fldCharType="end"/>
    </w:r>
    <w:r>
      <w:rPr>
        <w:lang w:val="ja-JP"/>
      </w:rPr>
      <w:t xml:space="preserve"> / </w:t>
    </w:r>
    <w:r>
      <w:rPr>
        <w:b/>
        <w:sz w:val="24"/>
      </w:rPr>
      <w:fldChar w:fldCharType="begin"/>
    </w:r>
    <w:r>
      <w:rPr>
        <w:b/>
      </w:rPr>
      <w:instrText>NUMPAGES</w:instrText>
    </w:r>
    <w:r>
      <w:rPr>
        <w:b/>
        <w:sz w:val="24"/>
      </w:rPr>
      <w:fldChar w:fldCharType="separate"/>
    </w:r>
    <w:r w:rsidR="00B21877">
      <w:rPr>
        <w:b/>
        <w:noProof/>
      </w:rPr>
      <w:t>3</w:t>
    </w:r>
    <w:r>
      <w:rPr>
        <w:b/>
        <w:sz w:val="24"/>
      </w:rPr>
      <w:fldChar w:fldCharType="end"/>
    </w:r>
  </w:p>
  <w:p w14:paraId="4FF4F1CF" w14:textId="77777777" w:rsidR="001E4392" w:rsidRDefault="001E439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EC3D40" w14:textId="77777777" w:rsidR="00F90D5F" w:rsidRDefault="00F90D5F" w:rsidP="004B7516">
      <w:r>
        <w:separator/>
      </w:r>
    </w:p>
  </w:footnote>
  <w:footnote w:type="continuationSeparator" w:id="0">
    <w:p w14:paraId="17480AA7" w14:textId="77777777" w:rsidR="00F90D5F" w:rsidRDefault="00F90D5F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FA09D" w14:textId="77777777" w:rsidR="00803C61" w:rsidRDefault="00A06D5A" w:rsidP="00803C61">
    <w:pPr>
      <w:pStyle w:val="a3"/>
      <w:jc w:val="left"/>
      <w:rPr>
        <w:rFonts w:ascii="ＭＳ 明朝" w:hAnsi="ＭＳ 明朝"/>
        <w:color w:val="FF0000"/>
        <w:sz w:val="22"/>
        <w:szCs w:val="22"/>
        <w:highlight w:val="yellow"/>
        <w:bdr w:val="single" w:sz="4" w:space="0" w:color="auto"/>
      </w:rPr>
    </w:pPr>
    <w:r w:rsidRPr="00A06D5A">
      <w:rPr>
        <w:rFonts w:ascii="ＭＳ 明朝" w:hAnsi="ＭＳ 明朝" w:hint="eastAsia"/>
      </w:rPr>
      <w:t>(様式1)</w:t>
    </w:r>
    <w:r w:rsidR="00803C61">
      <w:rPr>
        <w:rFonts w:ascii="ＭＳ 明朝" w:hAnsi="ＭＳ 明朝" w:hint="eastAsia"/>
      </w:rPr>
      <w:t xml:space="preserve">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8684C"/>
    <w:multiLevelType w:val="hybridMultilevel"/>
    <w:tmpl w:val="13A4E8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6D6D0C"/>
    <w:multiLevelType w:val="hybridMultilevel"/>
    <w:tmpl w:val="4B5A4E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095257"/>
    <w:multiLevelType w:val="hybridMultilevel"/>
    <w:tmpl w:val="DE260986"/>
    <w:lvl w:ilvl="0" w:tplc="50A41AD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BDD58CB"/>
    <w:multiLevelType w:val="hybridMultilevel"/>
    <w:tmpl w:val="F61061C0"/>
    <w:lvl w:ilvl="0" w:tplc="D99A6F4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7276D78"/>
    <w:multiLevelType w:val="hybridMultilevel"/>
    <w:tmpl w:val="BAAE142A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22F7C"/>
    <w:rsid w:val="00052FC6"/>
    <w:rsid w:val="0005507B"/>
    <w:rsid w:val="000674F5"/>
    <w:rsid w:val="00095883"/>
    <w:rsid w:val="000A15C3"/>
    <w:rsid w:val="000B4403"/>
    <w:rsid w:val="000B7370"/>
    <w:rsid w:val="000C45FF"/>
    <w:rsid w:val="000D4D08"/>
    <w:rsid w:val="00102A48"/>
    <w:rsid w:val="00135630"/>
    <w:rsid w:val="0014777C"/>
    <w:rsid w:val="001539DD"/>
    <w:rsid w:val="001605ED"/>
    <w:rsid w:val="00163A87"/>
    <w:rsid w:val="00163D5A"/>
    <w:rsid w:val="001807BE"/>
    <w:rsid w:val="00195372"/>
    <w:rsid w:val="00196252"/>
    <w:rsid w:val="001C1570"/>
    <w:rsid w:val="001D0506"/>
    <w:rsid w:val="001D0AE0"/>
    <w:rsid w:val="001D2FE1"/>
    <w:rsid w:val="001E4392"/>
    <w:rsid w:val="00227932"/>
    <w:rsid w:val="0023078F"/>
    <w:rsid w:val="00233C00"/>
    <w:rsid w:val="00236506"/>
    <w:rsid w:val="00247D96"/>
    <w:rsid w:val="0025139D"/>
    <w:rsid w:val="00266008"/>
    <w:rsid w:val="00271BE7"/>
    <w:rsid w:val="0028408F"/>
    <w:rsid w:val="00284AD6"/>
    <w:rsid w:val="002E7112"/>
    <w:rsid w:val="002F0FDA"/>
    <w:rsid w:val="002F5AD6"/>
    <w:rsid w:val="00301422"/>
    <w:rsid w:val="00301D28"/>
    <w:rsid w:val="00312BBB"/>
    <w:rsid w:val="003264EB"/>
    <w:rsid w:val="00346D11"/>
    <w:rsid w:val="00364AAA"/>
    <w:rsid w:val="00381E8C"/>
    <w:rsid w:val="003B067E"/>
    <w:rsid w:val="003B78DB"/>
    <w:rsid w:val="003D10BF"/>
    <w:rsid w:val="003D46E8"/>
    <w:rsid w:val="003D600F"/>
    <w:rsid w:val="003E383E"/>
    <w:rsid w:val="004158DB"/>
    <w:rsid w:val="00416C61"/>
    <w:rsid w:val="00426E84"/>
    <w:rsid w:val="00481280"/>
    <w:rsid w:val="004A2C32"/>
    <w:rsid w:val="004A771C"/>
    <w:rsid w:val="004B6FA6"/>
    <w:rsid w:val="004B7516"/>
    <w:rsid w:val="004C198B"/>
    <w:rsid w:val="004E38BB"/>
    <w:rsid w:val="004E4D9E"/>
    <w:rsid w:val="004E7913"/>
    <w:rsid w:val="004E7C3B"/>
    <w:rsid w:val="005039FD"/>
    <w:rsid w:val="00506003"/>
    <w:rsid w:val="00512443"/>
    <w:rsid w:val="00523C36"/>
    <w:rsid w:val="005373AE"/>
    <w:rsid w:val="00545555"/>
    <w:rsid w:val="005479EC"/>
    <w:rsid w:val="0056682E"/>
    <w:rsid w:val="00592878"/>
    <w:rsid w:val="00594D6E"/>
    <w:rsid w:val="00597AE7"/>
    <w:rsid w:val="005A0CF3"/>
    <w:rsid w:val="005B1496"/>
    <w:rsid w:val="005B2916"/>
    <w:rsid w:val="005C2BDB"/>
    <w:rsid w:val="005C7E78"/>
    <w:rsid w:val="005D3564"/>
    <w:rsid w:val="005D4635"/>
    <w:rsid w:val="005E4D8E"/>
    <w:rsid w:val="005F59F4"/>
    <w:rsid w:val="00604A68"/>
    <w:rsid w:val="00606EE6"/>
    <w:rsid w:val="00612DEF"/>
    <w:rsid w:val="00633313"/>
    <w:rsid w:val="00637208"/>
    <w:rsid w:val="006949FE"/>
    <w:rsid w:val="00695AEC"/>
    <w:rsid w:val="006C0F47"/>
    <w:rsid w:val="006E3F18"/>
    <w:rsid w:val="006F2759"/>
    <w:rsid w:val="00704376"/>
    <w:rsid w:val="00724B7F"/>
    <w:rsid w:val="00726423"/>
    <w:rsid w:val="00733E9C"/>
    <w:rsid w:val="00745335"/>
    <w:rsid w:val="00760798"/>
    <w:rsid w:val="0076162A"/>
    <w:rsid w:val="00786881"/>
    <w:rsid w:val="007974DE"/>
    <w:rsid w:val="007A75B4"/>
    <w:rsid w:val="007C4500"/>
    <w:rsid w:val="007D4D40"/>
    <w:rsid w:val="007E0BF6"/>
    <w:rsid w:val="007F7A56"/>
    <w:rsid w:val="00803C61"/>
    <w:rsid w:val="00831648"/>
    <w:rsid w:val="008559B3"/>
    <w:rsid w:val="00870886"/>
    <w:rsid w:val="00880633"/>
    <w:rsid w:val="00893CAF"/>
    <w:rsid w:val="008B69CF"/>
    <w:rsid w:val="008B78F8"/>
    <w:rsid w:val="008D6A47"/>
    <w:rsid w:val="008E2AE3"/>
    <w:rsid w:val="0090362A"/>
    <w:rsid w:val="00921C5B"/>
    <w:rsid w:val="00936EF1"/>
    <w:rsid w:val="00941E3C"/>
    <w:rsid w:val="00957E7A"/>
    <w:rsid w:val="00984909"/>
    <w:rsid w:val="00987582"/>
    <w:rsid w:val="009945AD"/>
    <w:rsid w:val="0099530B"/>
    <w:rsid w:val="009B1E0D"/>
    <w:rsid w:val="009C024E"/>
    <w:rsid w:val="009C7206"/>
    <w:rsid w:val="009E7561"/>
    <w:rsid w:val="009F406A"/>
    <w:rsid w:val="00A005F4"/>
    <w:rsid w:val="00A00862"/>
    <w:rsid w:val="00A06D5A"/>
    <w:rsid w:val="00A23F42"/>
    <w:rsid w:val="00A32CB4"/>
    <w:rsid w:val="00A33076"/>
    <w:rsid w:val="00A35545"/>
    <w:rsid w:val="00A4039E"/>
    <w:rsid w:val="00A410FD"/>
    <w:rsid w:val="00A51265"/>
    <w:rsid w:val="00A53BE3"/>
    <w:rsid w:val="00A83707"/>
    <w:rsid w:val="00A93A6A"/>
    <w:rsid w:val="00A969B6"/>
    <w:rsid w:val="00AC0084"/>
    <w:rsid w:val="00AE6EEC"/>
    <w:rsid w:val="00AF0238"/>
    <w:rsid w:val="00AF62EC"/>
    <w:rsid w:val="00B0102C"/>
    <w:rsid w:val="00B16391"/>
    <w:rsid w:val="00B209AD"/>
    <w:rsid w:val="00B21877"/>
    <w:rsid w:val="00B258C6"/>
    <w:rsid w:val="00B27C4A"/>
    <w:rsid w:val="00B337A6"/>
    <w:rsid w:val="00B364AF"/>
    <w:rsid w:val="00B444E2"/>
    <w:rsid w:val="00B44608"/>
    <w:rsid w:val="00B53586"/>
    <w:rsid w:val="00B857D6"/>
    <w:rsid w:val="00B9052B"/>
    <w:rsid w:val="00BB0DB5"/>
    <w:rsid w:val="00BE37F1"/>
    <w:rsid w:val="00BE59A3"/>
    <w:rsid w:val="00BF4E75"/>
    <w:rsid w:val="00C13AF2"/>
    <w:rsid w:val="00C224BC"/>
    <w:rsid w:val="00C266FE"/>
    <w:rsid w:val="00C335EA"/>
    <w:rsid w:val="00C5295C"/>
    <w:rsid w:val="00C57E4B"/>
    <w:rsid w:val="00C6330A"/>
    <w:rsid w:val="00C72C0C"/>
    <w:rsid w:val="00C74BCB"/>
    <w:rsid w:val="00CA2D71"/>
    <w:rsid w:val="00CB21F8"/>
    <w:rsid w:val="00CF6556"/>
    <w:rsid w:val="00D140D0"/>
    <w:rsid w:val="00D17A26"/>
    <w:rsid w:val="00D2594C"/>
    <w:rsid w:val="00D25975"/>
    <w:rsid w:val="00D2602C"/>
    <w:rsid w:val="00D312CF"/>
    <w:rsid w:val="00D74054"/>
    <w:rsid w:val="00D74A2D"/>
    <w:rsid w:val="00D84CC1"/>
    <w:rsid w:val="00D875FB"/>
    <w:rsid w:val="00DA23F6"/>
    <w:rsid w:val="00DA2C5D"/>
    <w:rsid w:val="00DD2129"/>
    <w:rsid w:val="00DE55AC"/>
    <w:rsid w:val="00DF1672"/>
    <w:rsid w:val="00E138C3"/>
    <w:rsid w:val="00E258A7"/>
    <w:rsid w:val="00E47293"/>
    <w:rsid w:val="00E509AB"/>
    <w:rsid w:val="00E56D5D"/>
    <w:rsid w:val="00E749FD"/>
    <w:rsid w:val="00E971B5"/>
    <w:rsid w:val="00E97EE3"/>
    <w:rsid w:val="00EB52D0"/>
    <w:rsid w:val="00EC29D3"/>
    <w:rsid w:val="00EC56AB"/>
    <w:rsid w:val="00ED7710"/>
    <w:rsid w:val="00EE3D9A"/>
    <w:rsid w:val="00EF2368"/>
    <w:rsid w:val="00F04692"/>
    <w:rsid w:val="00F428CE"/>
    <w:rsid w:val="00F54BEC"/>
    <w:rsid w:val="00F90D5F"/>
    <w:rsid w:val="00FA20A7"/>
    <w:rsid w:val="00FC30F0"/>
    <w:rsid w:val="00FC75B8"/>
    <w:rsid w:val="00FC7E3C"/>
    <w:rsid w:val="00FE5CCB"/>
    <w:rsid w:val="00FE73BF"/>
    <w:rsid w:val="00FF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C542CFE"/>
  <w15:chartTrackingRefBased/>
  <w15:docId w15:val="{35451DD2-1E46-4C15-85C5-663372CD2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  <w:lang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  <w:lang w:bidi="ar-SA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  <w:lang/>
    </w:rPr>
  </w:style>
  <w:style w:type="paragraph" w:styleId="a8">
    <w:name w:val="footer"/>
    <w:basedOn w:val="a"/>
    <w:link w:val="a9"/>
    <w:uiPriority w:val="9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B7516"/>
    <w:rPr>
      <w:kern w:val="2"/>
      <w:sz w:val="21"/>
      <w:szCs w:val="24"/>
      <w:lang/>
    </w:rPr>
  </w:style>
  <w:style w:type="character" w:styleId="aa">
    <w:name w:val="Hyperlink"/>
    <w:rsid w:val="006F275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592878"/>
    <w:pPr>
      <w:ind w:leftChars="400" w:left="840"/>
    </w:pPr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1938D-2364-497C-A755-18D038D0E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3</Pages>
  <Words>155</Words>
  <Characters>887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dc:description/>
  <cp:lastModifiedBy>nana</cp:lastModifiedBy>
  <cp:revision>2</cp:revision>
  <cp:lastPrinted>2019-04-25T00:12:00Z</cp:lastPrinted>
  <dcterms:created xsi:type="dcterms:W3CDTF">2019-05-08T00:02:00Z</dcterms:created>
  <dcterms:modified xsi:type="dcterms:W3CDTF">2019-05-08T00:02:00Z</dcterms:modified>
</cp:coreProperties>
</file>